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AF7" w:rsidRDefault="00691AF7" w:rsidP="00E62347">
      <w:pPr>
        <w:jc w:val="center"/>
        <w:rPr>
          <w:rFonts w:ascii="Calibri" w:hAnsi="Calibri"/>
          <w:b/>
        </w:rPr>
      </w:pPr>
      <w:bookmarkStart w:id="0" w:name="_Toc185226554"/>
      <w:bookmarkStart w:id="1" w:name="_Toc185226556"/>
      <w:bookmarkStart w:id="2" w:name="_Toc185226557"/>
      <w:bookmarkStart w:id="3" w:name="_Toc145834561"/>
      <w:bookmarkStart w:id="4" w:name="_Toc161544730"/>
      <w:bookmarkStart w:id="5" w:name="_Toc145900434"/>
      <w:bookmarkStart w:id="6" w:name="_Toc221673270"/>
      <w:bookmarkStart w:id="7" w:name="_Toc251054722"/>
      <w:bookmarkStart w:id="8" w:name="_Toc257119077"/>
      <w:bookmarkStart w:id="9" w:name="_GoBack"/>
      <w:bookmarkEnd w:id="0"/>
      <w:bookmarkEnd w:id="1"/>
      <w:bookmarkEnd w:id="2"/>
      <w:bookmarkEnd w:id="9"/>
    </w:p>
    <w:p w:rsidR="00E62347" w:rsidRPr="00E62347" w:rsidRDefault="00E62347" w:rsidP="00E62347">
      <w:pPr>
        <w:jc w:val="center"/>
        <w:rPr>
          <w:rFonts w:ascii="Calibri" w:hAnsi="Calibri"/>
          <w:b/>
        </w:rPr>
      </w:pPr>
      <w:r w:rsidRPr="00E62347">
        <w:rPr>
          <w:rFonts w:ascii="Calibri" w:hAnsi="Calibri"/>
          <w:b/>
        </w:rPr>
        <w:t>QAPP Worksheet #</w:t>
      </w:r>
      <w:r w:rsidR="00356BBE">
        <w:rPr>
          <w:rFonts w:ascii="Calibri" w:hAnsi="Calibri"/>
          <w:b/>
        </w:rPr>
        <w:t xml:space="preserve">4, 7 &amp; 8: </w:t>
      </w:r>
      <w:r>
        <w:rPr>
          <w:rFonts w:ascii="Calibri" w:hAnsi="Calibri"/>
          <w:b/>
        </w:rPr>
        <w:t>Personnel Qualifications and Sign-off Sheet</w:t>
      </w:r>
    </w:p>
    <w:p w:rsidR="00E62347" w:rsidRDefault="00E62347" w:rsidP="00E62347">
      <w:pPr>
        <w:jc w:val="center"/>
        <w:rPr>
          <w:rFonts w:ascii="Calibri" w:hAnsi="Calibri"/>
          <w:b/>
        </w:rPr>
      </w:pPr>
      <w:r w:rsidRPr="00E62347">
        <w:rPr>
          <w:rFonts w:ascii="Calibri" w:hAnsi="Calibri"/>
          <w:b/>
        </w:rPr>
        <w:t xml:space="preserve">(UFP-QAPP </w:t>
      </w:r>
      <w:r w:rsidR="00317CA1">
        <w:rPr>
          <w:rFonts w:ascii="Calibri" w:hAnsi="Calibri"/>
          <w:b/>
        </w:rPr>
        <w:t xml:space="preserve">Manual </w:t>
      </w:r>
      <w:r w:rsidRPr="00E62347">
        <w:rPr>
          <w:rFonts w:ascii="Calibri" w:hAnsi="Calibri"/>
          <w:b/>
        </w:rPr>
        <w:t>Section</w:t>
      </w:r>
      <w:r w:rsidR="00691AF7">
        <w:rPr>
          <w:rFonts w:ascii="Calibri" w:hAnsi="Calibri"/>
          <w:b/>
        </w:rPr>
        <w:t>s 2.3.2 – 2.3.4</w:t>
      </w:r>
      <w:r w:rsidRPr="00E62347">
        <w:rPr>
          <w:rFonts w:ascii="Calibri" w:hAnsi="Calibri"/>
          <w:b/>
        </w:rPr>
        <w:t>)</w:t>
      </w:r>
    </w:p>
    <w:p w:rsidR="00317CA1" w:rsidRPr="00317CA1" w:rsidRDefault="00317CA1" w:rsidP="00317CA1">
      <w:pPr>
        <w:jc w:val="center"/>
        <w:rPr>
          <w:rFonts w:asciiTheme="minorHAnsi" w:hAnsiTheme="minorHAnsi"/>
        </w:rPr>
      </w:pPr>
      <w:r w:rsidRPr="00317CA1">
        <w:rPr>
          <w:rFonts w:asciiTheme="minorHAnsi" w:hAnsiTheme="minorHAnsi"/>
          <w:b/>
        </w:rPr>
        <w:t>(EPA 2106-G-05 Section 2.2.1 and 2.2.7)</w:t>
      </w:r>
    </w:p>
    <w:bookmarkEnd w:id="3"/>
    <w:bookmarkEnd w:id="4"/>
    <w:bookmarkEnd w:id="5"/>
    <w:bookmarkEnd w:id="6"/>
    <w:bookmarkEnd w:id="7"/>
    <w:bookmarkEnd w:id="8"/>
    <w:p w:rsidR="00271020" w:rsidRPr="00207C1D" w:rsidRDefault="00271020">
      <w:pPr>
        <w:pStyle w:val="ReferenceText"/>
        <w:rPr>
          <w:rFonts w:ascii="Calibri" w:hAnsi="Calibri"/>
          <w:color w:val="auto"/>
          <w:sz w:val="22"/>
          <w:szCs w:val="22"/>
        </w:rPr>
      </w:pPr>
    </w:p>
    <w:p w:rsidR="00271020" w:rsidRDefault="00EE0EFF" w:rsidP="00DE6FE4">
      <w:pPr>
        <w:pStyle w:val="InstructionalText"/>
        <w:jc w:val="left"/>
        <w:rPr>
          <w:rFonts w:ascii="Calibri" w:hAnsi="Calibri"/>
          <w:color w:val="00B050"/>
          <w:sz w:val="22"/>
          <w:szCs w:val="22"/>
        </w:rPr>
      </w:pPr>
      <w:r w:rsidRPr="00DE6FE4">
        <w:rPr>
          <w:rFonts w:ascii="Calibri" w:hAnsi="Calibri"/>
          <w:color w:val="00B050"/>
          <w:sz w:val="22"/>
          <w:szCs w:val="22"/>
        </w:rPr>
        <w:t>This worksheet is used to identify</w:t>
      </w:r>
      <w:r w:rsidR="00271020" w:rsidRPr="00DE6FE4">
        <w:rPr>
          <w:rFonts w:ascii="Calibri" w:hAnsi="Calibri"/>
          <w:color w:val="00B050"/>
          <w:sz w:val="22"/>
          <w:szCs w:val="22"/>
        </w:rPr>
        <w:t xml:space="preserve"> </w:t>
      </w:r>
      <w:r w:rsidR="00496705" w:rsidRPr="00DE6FE4">
        <w:rPr>
          <w:rFonts w:ascii="Calibri" w:hAnsi="Calibri"/>
          <w:color w:val="00B050"/>
          <w:sz w:val="22"/>
          <w:szCs w:val="22"/>
        </w:rPr>
        <w:t xml:space="preserve">key project personnel </w:t>
      </w:r>
      <w:r w:rsidR="00510F13" w:rsidRPr="00DE6FE4">
        <w:rPr>
          <w:rFonts w:ascii="Calibri" w:hAnsi="Calibri"/>
          <w:color w:val="00B050"/>
          <w:sz w:val="22"/>
          <w:szCs w:val="22"/>
        </w:rPr>
        <w:t xml:space="preserve">for each organization </w:t>
      </w:r>
      <w:r w:rsidR="00D405C3" w:rsidRPr="00DE6FE4">
        <w:rPr>
          <w:rFonts w:ascii="Calibri" w:hAnsi="Calibri"/>
          <w:color w:val="00B050"/>
          <w:sz w:val="22"/>
          <w:szCs w:val="22"/>
        </w:rPr>
        <w:t>performing tasks defined in this QAPP.</w:t>
      </w:r>
      <w:r w:rsidRPr="00DE6FE4">
        <w:rPr>
          <w:rFonts w:ascii="Calibri" w:hAnsi="Calibri"/>
          <w:color w:val="00B050"/>
          <w:sz w:val="22"/>
          <w:szCs w:val="22"/>
        </w:rPr>
        <w:t xml:space="preserve"> </w:t>
      </w:r>
      <w:r w:rsidR="00D405C3" w:rsidRPr="00DE6FE4">
        <w:rPr>
          <w:rFonts w:ascii="Calibri" w:hAnsi="Calibri"/>
          <w:color w:val="00B050"/>
          <w:sz w:val="22"/>
          <w:szCs w:val="22"/>
        </w:rPr>
        <w:t>In this example</w:t>
      </w:r>
      <w:r w:rsidR="00DE6FE4">
        <w:rPr>
          <w:rFonts w:ascii="Calibri" w:hAnsi="Calibri"/>
          <w:color w:val="00B050"/>
          <w:sz w:val="22"/>
          <w:szCs w:val="22"/>
        </w:rPr>
        <w:t>,</w:t>
      </w:r>
      <w:r w:rsidR="00D405C3" w:rsidRPr="00DE6FE4">
        <w:rPr>
          <w:rFonts w:ascii="Calibri" w:hAnsi="Calibri"/>
          <w:color w:val="00B050"/>
          <w:sz w:val="22"/>
          <w:szCs w:val="22"/>
        </w:rPr>
        <w:t xml:space="preserve"> organizations include the pr</w:t>
      </w:r>
      <w:r w:rsidR="00207C1D">
        <w:rPr>
          <w:rFonts w:ascii="Calibri" w:hAnsi="Calibri"/>
          <w:color w:val="00B050"/>
          <w:sz w:val="22"/>
          <w:szCs w:val="22"/>
        </w:rPr>
        <w:t xml:space="preserve">ime contractor and laboratory. </w:t>
      </w:r>
      <w:r w:rsidR="00D405C3" w:rsidRPr="00DE6FE4">
        <w:rPr>
          <w:rFonts w:ascii="Calibri" w:hAnsi="Calibri"/>
          <w:color w:val="00B050"/>
          <w:sz w:val="22"/>
          <w:szCs w:val="22"/>
        </w:rPr>
        <w:t xml:space="preserve">Add </w:t>
      </w:r>
      <w:r w:rsidR="00DE6FE4">
        <w:rPr>
          <w:rFonts w:ascii="Calibri" w:hAnsi="Calibri"/>
          <w:color w:val="00B050"/>
          <w:sz w:val="22"/>
          <w:szCs w:val="22"/>
        </w:rPr>
        <w:t xml:space="preserve">spaces for addition organizations and personnel </w:t>
      </w:r>
      <w:r w:rsidR="00D405C3" w:rsidRPr="00DE6FE4">
        <w:rPr>
          <w:rFonts w:ascii="Calibri" w:hAnsi="Calibri"/>
          <w:color w:val="00B050"/>
          <w:sz w:val="22"/>
          <w:szCs w:val="22"/>
        </w:rPr>
        <w:t>as ne</w:t>
      </w:r>
      <w:r w:rsidR="00DE6FE4">
        <w:rPr>
          <w:rFonts w:ascii="Calibri" w:hAnsi="Calibri"/>
          <w:color w:val="00B050"/>
          <w:sz w:val="22"/>
          <w:szCs w:val="22"/>
        </w:rPr>
        <w:t>eded</w:t>
      </w:r>
      <w:r w:rsidR="00207C1D">
        <w:rPr>
          <w:rFonts w:ascii="Calibri" w:hAnsi="Calibri"/>
          <w:color w:val="00B050"/>
          <w:sz w:val="22"/>
          <w:szCs w:val="22"/>
        </w:rPr>
        <w:t>.</w:t>
      </w:r>
      <w:r w:rsidR="00D405C3" w:rsidRPr="00DE6FE4">
        <w:rPr>
          <w:rFonts w:ascii="Calibri" w:hAnsi="Calibri"/>
          <w:color w:val="00B050"/>
          <w:sz w:val="22"/>
          <w:szCs w:val="22"/>
        </w:rPr>
        <w:t xml:space="preserve"> This worksheet </w:t>
      </w:r>
      <w:r w:rsidR="00496705" w:rsidRPr="00DE6FE4">
        <w:rPr>
          <w:rFonts w:ascii="Calibri" w:hAnsi="Calibri"/>
          <w:color w:val="00B050"/>
          <w:sz w:val="22"/>
          <w:szCs w:val="22"/>
        </w:rPr>
        <w:t xml:space="preserve">lists </w:t>
      </w:r>
      <w:r w:rsidR="00D405C3" w:rsidRPr="00DE6FE4">
        <w:rPr>
          <w:rFonts w:ascii="Calibri" w:hAnsi="Calibri"/>
          <w:color w:val="00B050"/>
          <w:sz w:val="22"/>
          <w:szCs w:val="22"/>
        </w:rPr>
        <w:t xml:space="preserve">individuals’ </w:t>
      </w:r>
      <w:r w:rsidR="00510F13" w:rsidRPr="00DE6FE4">
        <w:rPr>
          <w:rFonts w:ascii="Calibri" w:hAnsi="Calibri"/>
          <w:color w:val="00B050"/>
          <w:sz w:val="22"/>
          <w:szCs w:val="22"/>
        </w:rPr>
        <w:t xml:space="preserve">project titles or </w:t>
      </w:r>
      <w:r w:rsidR="003C257B" w:rsidRPr="00DE6FE4">
        <w:rPr>
          <w:rFonts w:ascii="Calibri" w:hAnsi="Calibri"/>
          <w:color w:val="00B050"/>
          <w:sz w:val="22"/>
          <w:szCs w:val="22"/>
        </w:rPr>
        <w:t>roles</w:t>
      </w:r>
      <w:r w:rsidR="00D405C3" w:rsidRPr="00DE6FE4">
        <w:rPr>
          <w:rFonts w:ascii="Calibri" w:hAnsi="Calibri"/>
          <w:color w:val="00B050"/>
          <w:sz w:val="22"/>
          <w:szCs w:val="22"/>
        </w:rPr>
        <w:t>;</w:t>
      </w:r>
      <w:r w:rsidR="003C257B" w:rsidRPr="00DE6FE4">
        <w:rPr>
          <w:rFonts w:ascii="Calibri" w:hAnsi="Calibri"/>
          <w:color w:val="00B050"/>
          <w:sz w:val="22"/>
          <w:szCs w:val="22"/>
        </w:rPr>
        <w:t xml:space="preserve"> </w:t>
      </w:r>
      <w:r w:rsidR="00510F13" w:rsidRPr="00DE6FE4">
        <w:rPr>
          <w:rFonts w:ascii="Calibri" w:hAnsi="Calibri"/>
          <w:color w:val="00B050"/>
          <w:sz w:val="22"/>
          <w:szCs w:val="22"/>
        </w:rPr>
        <w:t>qualifications</w:t>
      </w:r>
      <w:r w:rsidR="00D405C3" w:rsidRPr="00DE6FE4">
        <w:rPr>
          <w:rFonts w:ascii="Calibri" w:hAnsi="Calibri"/>
          <w:color w:val="00B050"/>
          <w:sz w:val="22"/>
          <w:szCs w:val="22"/>
        </w:rPr>
        <w:t>;</w:t>
      </w:r>
      <w:r w:rsidR="003C257B" w:rsidRPr="00DE6FE4">
        <w:rPr>
          <w:rFonts w:ascii="Calibri" w:hAnsi="Calibri"/>
          <w:color w:val="00B050"/>
          <w:sz w:val="22"/>
          <w:szCs w:val="22"/>
        </w:rPr>
        <w:t xml:space="preserve"> and any </w:t>
      </w:r>
      <w:r w:rsidR="00271020" w:rsidRPr="00DE6FE4">
        <w:rPr>
          <w:rFonts w:ascii="Calibri" w:hAnsi="Calibri"/>
          <w:color w:val="00B050"/>
          <w:sz w:val="22"/>
          <w:szCs w:val="22"/>
        </w:rPr>
        <w:t>specialized/non-routine training</w:t>
      </w:r>
      <w:r w:rsidR="00496705" w:rsidRPr="00DE6FE4">
        <w:rPr>
          <w:rFonts w:ascii="Calibri" w:hAnsi="Calibri"/>
          <w:color w:val="00B050"/>
          <w:sz w:val="22"/>
          <w:szCs w:val="22"/>
        </w:rPr>
        <w:t xml:space="preserve">, </w:t>
      </w:r>
      <w:r w:rsidR="00271020" w:rsidRPr="00DE6FE4">
        <w:rPr>
          <w:rFonts w:ascii="Calibri" w:hAnsi="Calibri"/>
          <w:color w:val="00B050"/>
          <w:sz w:val="22"/>
          <w:szCs w:val="22"/>
        </w:rPr>
        <w:t>certifications</w:t>
      </w:r>
      <w:r w:rsidR="00496705" w:rsidRPr="00DE6FE4">
        <w:rPr>
          <w:rFonts w:ascii="Calibri" w:hAnsi="Calibri"/>
          <w:color w:val="00B050"/>
          <w:sz w:val="22"/>
          <w:szCs w:val="22"/>
        </w:rPr>
        <w:t>, or clearances</w:t>
      </w:r>
      <w:r w:rsidR="00271020" w:rsidRPr="00DE6FE4">
        <w:rPr>
          <w:rFonts w:ascii="Calibri" w:hAnsi="Calibri"/>
          <w:color w:val="00B050"/>
          <w:sz w:val="22"/>
          <w:szCs w:val="22"/>
        </w:rPr>
        <w:t xml:space="preserve"> </w:t>
      </w:r>
      <w:r w:rsidR="00496705" w:rsidRPr="00DE6FE4">
        <w:rPr>
          <w:rFonts w:ascii="Calibri" w:hAnsi="Calibri"/>
          <w:color w:val="00B050"/>
          <w:sz w:val="22"/>
          <w:szCs w:val="22"/>
        </w:rPr>
        <w:t>required by the project, e.g.</w:t>
      </w:r>
      <w:r w:rsidR="00695B15">
        <w:rPr>
          <w:rFonts w:ascii="Calibri" w:hAnsi="Calibri"/>
          <w:color w:val="00B050"/>
          <w:sz w:val="22"/>
          <w:szCs w:val="22"/>
        </w:rPr>
        <w:t>,</w:t>
      </w:r>
      <w:r w:rsidR="00496705" w:rsidRPr="00DE6FE4">
        <w:rPr>
          <w:rFonts w:ascii="Calibri" w:hAnsi="Calibri"/>
          <w:color w:val="00B050"/>
          <w:sz w:val="22"/>
          <w:szCs w:val="22"/>
        </w:rPr>
        <w:t xml:space="preserve"> explosives and ordnance disposal (EOD</w:t>
      </w:r>
      <w:r w:rsidR="00700148" w:rsidRPr="00DE6FE4">
        <w:rPr>
          <w:rFonts w:ascii="Calibri" w:hAnsi="Calibri"/>
          <w:color w:val="00B050"/>
          <w:sz w:val="22"/>
          <w:szCs w:val="22"/>
        </w:rPr>
        <w:t>)</w:t>
      </w:r>
      <w:r w:rsidR="00496705" w:rsidRPr="00DE6FE4">
        <w:rPr>
          <w:rFonts w:ascii="Calibri" w:hAnsi="Calibri"/>
          <w:color w:val="00B050"/>
          <w:sz w:val="22"/>
          <w:szCs w:val="22"/>
        </w:rPr>
        <w:t xml:space="preserve"> technician, Professional Engineer, Certified Professional Geologist, etc.</w:t>
      </w:r>
    </w:p>
    <w:p w:rsidR="00271020" w:rsidRPr="00E62347" w:rsidRDefault="00271020">
      <w:pPr>
        <w:rPr>
          <w:rFonts w:ascii="Calibri" w:hAnsi="Calibri"/>
        </w:rPr>
      </w:pPr>
    </w:p>
    <w:p w:rsidR="00700148" w:rsidRDefault="00700148">
      <w:pPr>
        <w:rPr>
          <w:rFonts w:ascii="Calibri" w:hAnsi="Calibri"/>
          <w:color w:val="0070C0"/>
        </w:rPr>
      </w:pPr>
      <w:r w:rsidRPr="00E62347">
        <w:rPr>
          <w:rFonts w:ascii="Calibri" w:hAnsi="Calibri"/>
        </w:rPr>
        <w:t>ORGANIZATION</w:t>
      </w:r>
      <w:r w:rsidR="00207C1D">
        <w:rPr>
          <w:rFonts w:ascii="Calibri" w:hAnsi="Calibri"/>
        </w:rPr>
        <w:t xml:space="preserve">: </w:t>
      </w:r>
      <w:r w:rsidR="00D405C3" w:rsidRPr="00DE6FE4">
        <w:rPr>
          <w:rFonts w:ascii="Calibri" w:hAnsi="Calibri"/>
          <w:color w:val="0070C0"/>
        </w:rPr>
        <w:t>Prime Contracto</w:t>
      </w:r>
      <w:r w:rsidR="00DE6FE4">
        <w:rPr>
          <w:rFonts w:ascii="Calibri" w:hAnsi="Calibri"/>
          <w:color w:val="0070C0"/>
        </w:rPr>
        <w:t>r</w:t>
      </w:r>
    </w:p>
    <w:p w:rsidR="00DE6FE4" w:rsidRPr="00E62347" w:rsidRDefault="00DE6FE4">
      <w:pPr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Table of Key Project Personnel"/>
        <w:tblDescription w:val="This table contains information about key project personnel from organizations performing tasks in this QAPP."/>
      </w:tblPr>
      <w:tblGrid>
        <w:gridCol w:w="2635"/>
        <w:gridCol w:w="2635"/>
        <w:gridCol w:w="2635"/>
        <w:gridCol w:w="2635"/>
        <w:gridCol w:w="2636"/>
      </w:tblGrid>
      <w:tr w:rsidR="00DE6FE4" w:rsidTr="009F0600">
        <w:trPr>
          <w:tblHeader/>
        </w:trPr>
        <w:tc>
          <w:tcPr>
            <w:tcW w:w="2635" w:type="dxa"/>
          </w:tcPr>
          <w:p w:rsidR="00DE6FE4" w:rsidRPr="00DE6FE4" w:rsidRDefault="00DE6FE4" w:rsidP="00DE6FE4">
            <w:pPr>
              <w:spacing w:line="360" w:lineRule="auto"/>
              <w:jc w:val="center"/>
              <w:rPr>
                <w:rFonts w:ascii="Calibri" w:hAnsi="Calibri"/>
                <w:b/>
                <w:szCs w:val="22"/>
              </w:rPr>
            </w:pPr>
            <w:r w:rsidRPr="00DE6FE4">
              <w:rPr>
                <w:rFonts w:ascii="Calibri" w:hAnsi="Calibri"/>
                <w:b/>
                <w:szCs w:val="22"/>
              </w:rPr>
              <w:t>Name</w:t>
            </w:r>
          </w:p>
        </w:tc>
        <w:tc>
          <w:tcPr>
            <w:tcW w:w="2635" w:type="dxa"/>
          </w:tcPr>
          <w:p w:rsidR="00DE6FE4" w:rsidRPr="00DE6FE4" w:rsidRDefault="00DE6FE4" w:rsidP="00DE6FE4">
            <w:pPr>
              <w:spacing w:line="360" w:lineRule="auto"/>
              <w:jc w:val="center"/>
              <w:rPr>
                <w:rFonts w:ascii="Calibri" w:hAnsi="Calibri"/>
                <w:b/>
                <w:szCs w:val="22"/>
              </w:rPr>
            </w:pPr>
            <w:r w:rsidRPr="00DE6FE4">
              <w:rPr>
                <w:rFonts w:ascii="Calibri" w:hAnsi="Calibri"/>
                <w:b/>
                <w:szCs w:val="22"/>
              </w:rPr>
              <w:t>Project Title/Role</w:t>
            </w:r>
          </w:p>
        </w:tc>
        <w:tc>
          <w:tcPr>
            <w:tcW w:w="2635" w:type="dxa"/>
          </w:tcPr>
          <w:p w:rsidR="00DE6FE4" w:rsidRPr="00DE6FE4" w:rsidRDefault="00DE6FE4" w:rsidP="00DE6FE4">
            <w:pPr>
              <w:spacing w:line="360" w:lineRule="auto"/>
              <w:jc w:val="center"/>
              <w:rPr>
                <w:rFonts w:ascii="Calibri" w:hAnsi="Calibri"/>
                <w:b/>
                <w:szCs w:val="22"/>
              </w:rPr>
            </w:pPr>
            <w:r w:rsidRPr="00DE6FE4">
              <w:rPr>
                <w:rFonts w:ascii="Calibri" w:hAnsi="Calibri"/>
                <w:b/>
                <w:szCs w:val="22"/>
              </w:rPr>
              <w:t>Education/Experience</w:t>
            </w:r>
          </w:p>
        </w:tc>
        <w:tc>
          <w:tcPr>
            <w:tcW w:w="2635" w:type="dxa"/>
          </w:tcPr>
          <w:p w:rsidR="00DE6FE4" w:rsidRPr="00DE6FE4" w:rsidRDefault="00DE6FE4" w:rsidP="00DE6FE4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DE6FE4">
              <w:rPr>
                <w:rFonts w:ascii="Calibri" w:hAnsi="Calibri"/>
                <w:b/>
                <w:szCs w:val="22"/>
              </w:rPr>
              <w:t>Specialized Training/Certifications</w:t>
            </w:r>
          </w:p>
        </w:tc>
        <w:tc>
          <w:tcPr>
            <w:tcW w:w="2636" w:type="dxa"/>
          </w:tcPr>
          <w:p w:rsidR="00DE6FE4" w:rsidRPr="00DE6FE4" w:rsidRDefault="00DE6FE4" w:rsidP="00DE6FE4">
            <w:pPr>
              <w:spacing w:line="360" w:lineRule="auto"/>
              <w:jc w:val="center"/>
              <w:rPr>
                <w:rFonts w:ascii="Calibri" w:hAnsi="Calibri"/>
                <w:b/>
                <w:szCs w:val="22"/>
              </w:rPr>
            </w:pPr>
            <w:r w:rsidRPr="00DE6FE4">
              <w:rPr>
                <w:rFonts w:ascii="Calibri" w:hAnsi="Calibri"/>
                <w:b/>
                <w:szCs w:val="22"/>
              </w:rPr>
              <w:t>Signature/Date</w:t>
            </w:r>
          </w:p>
        </w:tc>
      </w:tr>
      <w:tr w:rsidR="00DE6FE4" w:rsidTr="00DE6FE4"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6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DE6FE4" w:rsidTr="00DE6FE4"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6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DE6FE4" w:rsidTr="00DE6FE4"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6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</w:tr>
    </w:tbl>
    <w:p w:rsidR="00E62347" w:rsidRDefault="00E62347" w:rsidP="00700148">
      <w:pPr>
        <w:rPr>
          <w:rFonts w:ascii="Calibri" w:hAnsi="Calibri"/>
        </w:rPr>
      </w:pPr>
    </w:p>
    <w:p w:rsidR="00DE6FE4" w:rsidRDefault="00DE6FE4" w:rsidP="00700148">
      <w:pPr>
        <w:rPr>
          <w:rFonts w:ascii="Calibri" w:hAnsi="Calibri"/>
        </w:rPr>
      </w:pPr>
    </w:p>
    <w:p w:rsidR="00700148" w:rsidRDefault="00700148" w:rsidP="00700148">
      <w:pPr>
        <w:rPr>
          <w:rFonts w:ascii="Calibri" w:hAnsi="Calibri"/>
          <w:color w:val="0070C0"/>
        </w:rPr>
      </w:pPr>
      <w:r w:rsidRPr="00E62347">
        <w:rPr>
          <w:rFonts w:ascii="Calibri" w:hAnsi="Calibri"/>
        </w:rPr>
        <w:t>ORGANIZATION</w:t>
      </w:r>
      <w:r w:rsidR="00DE6FE4">
        <w:rPr>
          <w:rFonts w:ascii="Calibri" w:hAnsi="Calibri"/>
        </w:rPr>
        <w:t xml:space="preserve">: </w:t>
      </w:r>
      <w:r w:rsidR="00D405C3" w:rsidRPr="00DE6FE4">
        <w:rPr>
          <w:rFonts w:ascii="Calibri" w:hAnsi="Calibri"/>
          <w:color w:val="0070C0"/>
        </w:rPr>
        <w:t>Laboratory</w:t>
      </w:r>
    </w:p>
    <w:p w:rsidR="00DE6FE4" w:rsidRPr="00E62347" w:rsidRDefault="00DE6FE4" w:rsidP="00700148">
      <w:pPr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Table of Key Project Personnel"/>
        <w:tblDescription w:val="This table contains information about key project personnel from organizations performing tasks in this QAPP."/>
      </w:tblPr>
      <w:tblGrid>
        <w:gridCol w:w="2635"/>
        <w:gridCol w:w="2635"/>
        <w:gridCol w:w="2635"/>
        <w:gridCol w:w="2635"/>
        <w:gridCol w:w="2636"/>
      </w:tblGrid>
      <w:tr w:rsidR="00DE6FE4" w:rsidTr="009F0600">
        <w:trPr>
          <w:tblHeader/>
        </w:trPr>
        <w:tc>
          <w:tcPr>
            <w:tcW w:w="2635" w:type="dxa"/>
          </w:tcPr>
          <w:p w:rsidR="00DE6FE4" w:rsidRPr="00DE6FE4" w:rsidRDefault="00DE6FE4" w:rsidP="008D11FD">
            <w:pPr>
              <w:spacing w:line="360" w:lineRule="auto"/>
              <w:jc w:val="center"/>
              <w:rPr>
                <w:rFonts w:ascii="Calibri" w:hAnsi="Calibri"/>
                <w:b/>
                <w:szCs w:val="22"/>
              </w:rPr>
            </w:pPr>
            <w:r w:rsidRPr="00DE6FE4">
              <w:rPr>
                <w:rFonts w:ascii="Calibri" w:hAnsi="Calibri"/>
                <w:b/>
                <w:szCs w:val="22"/>
              </w:rPr>
              <w:t>Name</w:t>
            </w:r>
          </w:p>
        </w:tc>
        <w:tc>
          <w:tcPr>
            <w:tcW w:w="2635" w:type="dxa"/>
          </w:tcPr>
          <w:p w:rsidR="00DE6FE4" w:rsidRPr="00DE6FE4" w:rsidRDefault="00DE6FE4" w:rsidP="008D11FD">
            <w:pPr>
              <w:spacing w:line="360" w:lineRule="auto"/>
              <w:jc w:val="center"/>
              <w:rPr>
                <w:rFonts w:ascii="Calibri" w:hAnsi="Calibri"/>
                <w:b/>
                <w:szCs w:val="22"/>
              </w:rPr>
            </w:pPr>
            <w:r w:rsidRPr="00DE6FE4">
              <w:rPr>
                <w:rFonts w:ascii="Calibri" w:hAnsi="Calibri"/>
                <w:b/>
                <w:szCs w:val="22"/>
              </w:rPr>
              <w:t>Project Title/Role</w:t>
            </w:r>
          </w:p>
        </w:tc>
        <w:tc>
          <w:tcPr>
            <w:tcW w:w="2635" w:type="dxa"/>
          </w:tcPr>
          <w:p w:rsidR="00DE6FE4" w:rsidRPr="00DE6FE4" w:rsidRDefault="00DE6FE4" w:rsidP="008D11FD">
            <w:pPr>
              <w:spacing w:line="360" w:lineRule="auto"/>
              <w:jc w:val="center"/>
              <w:rPr>
                <w:rFonts w:ascii="Calibri" w:hAnsi="Calibri"/>
                <w:b/>
                <w:szCs w:val="22"/>
              </w:rPr>
            </w:pPr>
            <w:r w:rsidRPr="00DE6FE4">
              <w:rPr>
                <w:rFonts w:ascii="Calibri" w:hAnsi="Calibri"/>
                <w:b/>
                <w:szCs w:val="22"/>
              </w:rPr>
              <w:t>Education/Experience</w:t>
            </w:r>
          </w:p>
        </w:tc>
        <w:tc>
          <w:tcPr>
            <w:tcW w:w="2635" w:type="dxa"/>
          </w:tcPr>
          <w:p w:rsidR="00DE6FE4" w:rsidRPr="00DE6FE4" w:rsidRDefault="00DE6FE4" w:rsidP="008D11FD">
            <w:pPr>
              <w:jc w:val="center"/>
              <w:rPr>
                <w:rFonts w:ascii="Calibri" w:hAnsi="Calibri"/>
                <w:b/>
                <w:szCs w:val="22"/>
              </w:rPr>
            </w:pPr>
            <w:r w:rsidRPr="00DE6FE4">
              <w:rPr>
                <w:rFonts w:ascii="Calibri" w:hAnsi="Calibri"/>
                <w:b/>
                <w:szCs w:val="22"/>
              </w:rPr>
              <w:t>Specialized Training/Certifications</w:t>
            </w:r>
          </w:p>
        </w:tc>
        <w:tc>
          <w:tcPr>
            <w:tcW w:w="2636" w:type="dxa"/>
          </w:tcPr>
          <w:p w:rsidR="00DE6FE4" w:rsidRPr="00DE6FE4" w:rsidRDefault="00DE6FE4" w:rsidP="008D11FD">
            <w:pPr>
              <w:spacing w:line="360" w:lineRule="auto"/>
              <w:jc w:val="center"/>
              <w:rPr>
                <w:rFonts w:ascii="Calibri" w:hAnsi="Calibri"/>
                <w:b/>
                <w:szCs w:val="22"/>
              </w:rPr>
            </w:pPr>
            <w:r w:rsidRPr="00DE6FE4">
              <w:rPr>
                <w:rFonts w:ascii="Calibri" w:hAnsi="Calibri"/>
                <w:b/>
                <w:szCs w:val="22"/>
              </w:rPr>
              <w:t>Signature/Date</w:t>
            </w:r>
          </w:p>
        </w:tc>
      </w:tr>
      <w:tr w:rsidR="00DE6FE4" w:rsidTr="00DE6FE4"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6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DE6FE4" w:rsidTr="00DE6FE4"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6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DE6FE4" w:rsidTr="00DE6FE4"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5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2636" w:type="dxa"/>
          </w:tcPr>
          <w:p w:rsidR="00DE6FE4" w:rsidRDefault="00DE6FE4" w:rsidP="00DE6FE4">
            <w:pPr>
              <w:spacing w:line="360" w:lineRule="auto"/>
              <w:rPr>
                <w:rFonts w:ascii="Calibri" w:hAnsi="Calibri"/>
              </w:rPr>
            </w:pPr>
          </w:p>
        </w:tc>
      </w:tr>
    </w:tbl>
    <w:p w:rsidR="00700148" w:rsidRPr="00E62347" w:rsidRDefault="00700148">
      <w:pPr>
        <w:rPr>
          <w:rFonts w:ascii="Calibri" w:hAnsi="Calibri"/>
        </w:rPr>
      </w:pPr>
    </w:p>
    <w:p w:rsidR="00700148" w:rsidRDefault="00700148">
      <w:pPr>
        <w:rPr>
          <w:rFonts w:ascii="Calibri" w:hAnsi="Calibri"/>
        </w:rPr>
      </w:pPr>
    </w:p>
    <w:p w:rsidR="00271020" w:rsidRPr="00E62347" w:rsidRDefault="00700148" w:rsidP="00700148">
      <w:pPr>
        <w:rPr>
          <w:rFonts w:ascii="Calibri" w:hAnsi="Calibri"/>
        </w:rPr>
      </w:pPr>
      <w:r w:rsidRPr="00E62347">
        <w:rPr>
          <w:rFonts w:ascii="Calibri" w:hAnsi="Calibri"/>
        </w:rPr>
        <w:t>*Signatures indicate personnel have read and agree to implement this QAPP as written</w:t>
      </w:r>
    </w:p>
    <w:sectPr w:rsidR="00271020" w:rsidRPr="00E62347" w:rsidSect="003C25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endnotePr>
        <w:numFmt w:val="decimal"/>
      </w:endnotePr>
      <w:type w:val="nextColumn"/>
      <w:pgSz w:w="15840" w:h="12240" w:orient="landscape" w:code="1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CC6" w:rsidRDefault="00341CC6">
      <w:r>
        <w:separator/>
      </w:r>
    </w:p>
    <w:p w:rsidR="00341CC6" w:rsidRDefault="00341CC6"/>
  </w:endnote>
  <w:endnote w:type="continuationSeparator" w:id="0">
    <w:p w:rsidR="00341CC6" w:rsidRDefault="00341CC6">
      <w:r>
        <w:continuationSeparator/>
      </w:r>
    </w:p>
    <w:p w:rsidR="00341CC6" w:rsidRDefault="00341C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ZapfChancery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600" w:rsidRDefault="009F06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600" w:rsidRDefault="009F060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020" w:rsidRDefault="00271020">
    <w:pPr>
      <w:pStyle w:val="Footer"/>
      <w:tabs>
        <w:tab w:val="clear" w:pos="4320"/>
        <w:tab w:val="clear" w:pos="8640"/>
        <w:tab w:val="right" w:pos="1296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CC6" w:rsidRDefault="00341CC6">
      <w:r>
        <w:separator/>
      </w:r>
    </w:p>
    <w:p w:rsidR="00341CC6" w:rsidRDefault="00341CC6"/>
  </w:footnote>
  <w:footnote w:type="continuationSeparator" w:id="0">
    <w:p w:rsidR="00341CC6" w:rsidRDefault="00341CC6">
      <w:r>
        <w:continuationSeparator/>
      </w:r>
    </w:p>
    <w:p w:rsidR="00341CC6" w:rsidRDefault="00341CC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600" w:rsidRDefault="009F06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347" w:rsidRPr="00E62347" w:rsidRDefault="00E62347" w:rsidP="00E62347">
    <w:pPr>
      <w:pStyle w:val="Header"/>
      <w:jc w:val="right"/>
      <w:rPr>
        <w:rFonts w:ascii="Calibri" w:hAnsi="Calibri"/>
        <w:sz w:val="20"/>
      </w:rPr>
    </w:pPr>
    <w:r w:rsidRPr="00E62347">
      <w:rPr>
        <w:rFonts w:ascii="Calibri" w:hAnsi="Calibri"/>
        <w:sz w:val="20"/>
      </w:rPr>
      <w:t>Title:</w:t>
    </w:r>
  </w:p>
  <w:p w:rsidR="00E62347" w:rsidRPr="00E62347" w:rsidRDefault="00E62347" w:rsidP="00E62347">
    <w:pPr>
      <w:pStyle w:val="Header"/>
      <w:jc w:val="right"/>
      <w:rPr>
        <w:rFonts w:ascii="Calibri" w:hAnsi="Calibri"/>
        <w:sz w:val="20"/>
      </w:rPr>
    </w:pPr>
    <w:r w:rsidRPr="00E62347">
      <w:rPr>
        <w:rFonts w:ascii="Calibri" w:hAnsi="Calibri"/>
        <w:sz w:val="20"/>
      </w:rPr>
      <w:t>Revision Number:</w:t>
    </w:r>
  </w:p>
  <w:p w:rsidR="00E62347" w:rsidRPr="00E62347" w:rsidRDefault="00E62347" w:rsidP="00E62347">
    <w:pPr>
      <w:pStyle w:val="Header"/>
      <w:jc w:val="right"/>
      <w:rPr>
        <w:rFonts w:ascii="Calibri" w:hAnsi="Calibri"/>
        <w:sz w:val="20"/>
      </w:rPr>
    </w:pPr>
    <w:r w:rsidRPr="00E62347">
      <w:rPr>
        <w:rFonts w:ascii="Calibri" w:hAnsi="Calibri"/>
        <w:sz w:val="20"/>
      </w:rPr>
      <w:t>Revision Date:</w:t>
    </w:r>
  </w:p>
  <w:p w:rsidR="00E62347" w:rsidRPr="00E62347" w:rsidRDefault="00E62347" w:rsidP="00E62347">
    <w:pPr>
      <w:pStyle w:val="Header"/>
      <w:jc w:val="right"/>
      <w:rPr>
        <w:rFonts w:ascii="Calibri" w:hAnsi="Calibri"/>
        <w:sz w:val="20"/>
      </w:rPr>
    </w:pPr>
    <w:r w:rsidRPr="00E62347">
      <w:rPr>
        <w:rFonts w:ascii="Calibri" w:hAnsi="Calibri"/>
        <w:sz w:val="20"/>
      </w:rPr>
      <w:t xml:space="preserve">Page </w:t>
    </w:r>
    <w:r w:rsidR="00752281" w:rsidRPr="00E62347">
      <w:rPr>
        <w:rFonts w:ascii="Calibri" w:hAnsi="Calibri"/>
        <w:b/>
        <w:sz w:val="20"/>
      </w:rPr>
      <w:fldChar w:fldCharType="begin"/>
    </w:r>
    <w:r w:rsidRPr="00E62347">
      <w:rPr>
        <w:rFonts w:ascii="Calibri" w:hAnsi="Calibri"/>
        <w:b/>
        <w:sz w:val="20"/>
      </w:rPr>
      <w:instrText xml:space="preserve"> PAGE </w:instrText>
    </w:r>
    <w:r w:rsidR="00752281" w:rsidRPr="00E62347">
      <w:rPr>
        <w:rFonts w:ascii="Calibri" w:hAnsi="Calibri"/>
        <w:b/>
        <w:sz w:val="20"/>
      </w:rPr>
      <w:fldChar w:fldCharType="separate"/>
    </w:r>
    <w:r w:rsidR="009F0600">
      <w:rPr>
        <w:rFonts w:ascii="Calibri" w:hAnsi="Calibri"/>
        <w:b/>
        <w:noProof/>
        <w:sz w:val="20"/>
      </w:rPr>
      <w:t>1</w:t>
    </w:r>
    <w:r w:rsidR="00752281" w:rsidRPr="00E62347">
      <w:rPr>
        <w:rFonts w:ascii="Calibri" w:hAnsi="Calibri"/>
        <w:b/>
        <w:sz w:val="20"/>
      </w:rPr>
      <w:fldChar w:fldCharType="end"/>
    </w:r>
    <w:r w:rsidRPr="00E62347">
      <w:rPr>
        <w:rFonts w:ascii="Calibri" w:hAnsi="Calibri"/>
        <w:sz w:val="20"/>
      </w:rPr>
      <w:t xml:space="preserve"> of </w:t>
    </w:r>
    <w:r w:rsidR="00752281" w:rsidRPr="00E62347">
      <w:rPr>
        <w:rFonts w:ascii="Calibri" w:hAnsi="Calibri"/>
        <w:b/>
        <w:sz w:val="20"/>
      </w:rPr>
      <w:fldChar w:fldCharType="begin"/>
    </w:r>
    <w:r w:rsidRPr="00E62347">
      <w:rPr>
        <w:rFonts w:ascii="Calibri" w:hAnsi="Calibri"/>
        <w:b/>
        <w:sz w:val="20"/>
      </w:rPr>
      <w:instrText xml:space="preserve"> NUMPAGES  </w:instrText>
    </w:r>
    <w:r w:rsidR="00752281" w:rsidRPr="00E62347">
      <w:rPr>
        <w:rFonts w:ascii="Calibri" w:hAnsi="Calibri"/>
        <w:b/>
        <w:sz w:val="20"/>
      </w:rPr>
      <w:fldChar w:fldCharType="separate"/>
    </w:r>
    <w:r w:rsidR="009F0600">
      <w:rPr>
        <w:rFonts w:ascii="Calibri" w:hAnsi="Calibri"/>
        <w:b/>
        <w:noProof/>
        <w:sz w:val="20"/>
      </w:rPr>
      <w:t>1</w:t>
    </w:r>
    <w:r w:rsidR="00752281" w:rsidRPr="00E62347">
      <w:rPr>
        <w:rFonts w:ascii="Calibri" w:hAnsi="Calibri"/>
        <w:b/>
        <w:sz w:val="20"/>
      </w:rPr>
      <w:fldChar w:fldCharType="end"/>
    </w:r>
  </w:p>
  <w:p w:rsidR="00E62347" w:rsidRDefault="00E6234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600" w:rsidRDefault="009F06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98617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A76294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DB85D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7744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61E8A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E960E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2AFE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DBC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473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14B8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6F3D94"/>
    <w:multiLevelType w:val="multilevel"/>
    <w:tmpl w:val="D3FCF384"/>
    <w:lvl w:ilvl="0">
      <w:start w:val="1"/>
      <w:numFmt w:val="decimal"/>
      <w:suff w:val="space"/>
      <w:lvlText w:val="QAPP Worksheet #%1:"/>
      <w:lvlJc w:val="left"/>
      <w:pPr>
        <w:ind w:left="547" w:hanging="547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>
    <w:nsid w:val="01AC5BD5"/>
    <w:multiLevelType w:val="hybridMultilevel"/>
    <w:tmpl w:val="C2CE146E"/>
    <w:lvl w:ilvl="0" w:tplc="B23E868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0D0C316C"/>
    <w:multiLevelType w:val="hybridMultilevel"/>
    <w:tmpl w:val="2326A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D4830CF"/>
    <w:multiLevelType w:val="hybridMultilevel"/>
    <w:tmpl w:val="4E7085DE"/>
    <w:lvl w:ilvl="0" w:tplc="CF9871C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1" w:tplc="CF9871C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2"/>
      </w:r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>
    <w:nsid w:val="19A17C9B"/>
    <w:multiLevelType w:val="multilevel"/>
    <w:tmpl w:val="6B9CC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1B97309F"/>
    <w:multiLevelType w:val="hybridMultilevel"/>
    <w:tmpl w:val="81D8B98C"/>
    <w:lvl w:ilvl="0" w:tplc="62B67E2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BAA1206"/>
    <w:multiLevelType w:val="hybridMultilevel"/>
    <w:tmpl w:val="54C6B158"/>
    <w:lvl w:ilvl="0" w:tplc="05FE5F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8B3AED"/>
    <w:multiLevelType w:val="hybridMultilevel"/>
    <w:tmpl w:val="A06A75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FD2945"/>
    <w:multiLevelType w:val="hybridMultilevel"/>
    <w:tmpl w:val="00BED3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73D01E7"/>
    <w:multiLevelType w:val="hybridMultilevel"/>
    <w:tmpl w:val="63D69A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7CD0F8F"/>
    <w:multiLevelType w:val="hybridMultilevel"/>
    <w:tmpl w:val="37E8100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29E26E55"/>
    <w:multiLevelType w:val="hybridMultilevel"/>
    <w:tmpl w:val="FD22A610"/>
    <w:lvl w:ilvl="0" w:tplc="88DC03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33996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CF435A7"/>
    <w:multiLevelType w:val="hybridMultilevel"/>
    <w:tmpl w:val="C39249F0"/>
    <w:lvl w:ilvl="0" w:tplc="E5B27E20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36746F7"/>
    <w:multiLevelType w:val="hybridMultilevel"/>
    <w:tmpl w:val="4DC4D5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5635035"/>
    <w:multiLevelType w:val="hybridMultilevel"/>
    <w:tmpl w:val="98543D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6081934"/>
    <w:multiLevelType w:val="hybridMultilevel"/>
    <w:tmpl w:val="47E23A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6BD2F2E"/>
    <w:multiLevelType w:val="hybridMultilevel"/>
    <w:tmpl w:val="64185F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D32581A"/>
    <w:multiLevelType w:val="hybridMultilevel"/>
    <w:tmpl w:val="FB327384"/>
    <w:lvl w:ilvl="0" w:tplc="FFFFFFFF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1A22294"/>
    <w:multiLevelType w:val="hybridMultilevel"/>
    <w:tmpl w:val="9E709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80E77AD"/>
    <w:multiLevelType w:val="hybridMultilevel"/>
    <w:tmpl w:val="C742E2A6"/>
    <w:lvl w:ilvl="0" w:tplc="7B48DFA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8941D66"/>
    <w:multiLevelType w:val="hybridMultilevel"/>
    <w:tmpl w:val="1CE622C6"/>
    <w:lvl w:ilvl="0" w:tplc="425AD7CC">
      <w:start w:val="1"/>
      <w:numFmt w:val="bullet"/>
      <w:lvlText w:val=""/>
      <w:lvlJc w:val="left"/>
      <w:pPr>
        <w:tabs>
          <w:tab w:val="num" w:pos="-72"/>
        </w:tabs>
        <w:ind w:left="-72" w:firstLine="72"/>
      </w:pPr>
      <w:rPr>
        <w:rFonts w:ascii="Symbol" w:hAnsi="Symbol" w:hint="default"/>
        <w:color w:val="auto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48D60872"/>
    <w:multiLevelType w:val="hybridMultilevel"/>
    <w:tmpl w:val="45180E7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C326A85"/>
    <w:multiLevelType w:val="hybridMultilevel"/>
    <w:tmpl w:val="A31C0A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19E678C"/>
    <w:multiLevelType w:val="multilevel"/>
    <w:tmpl w:val="31B2D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27E0420"/>
    <w:multiLevelType w:val="hybridMultilevel"/>
    <w:tmpl w:val="E3CA70F6"/>
    <w:lvl w:ilvl="0" w:tplc="4F98EB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339966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52886B42"/>
    <w:multiLevelType w:val="multilevel"/>
    <w:tmpl w:val="189EA87A"/>
    <w:lvl w:ilvl="0">
      <w:start w:val="1"/>
      <w:numFmt w:val="decimal"/>
      <w:suff w:val="space"/>
      <w:lvlText w:val="WP Worksheet #%1:"/>
      <w:lvlJc w:val="left"/>
      <w:pPr>
        <w:ind w:left="547" w:hanging="547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>
    <w:nsid w:val="598D4FFC"/>
    <w:multiLevelType w:val="hybridMultilevel"/>
    <w:tmpl w:val="F0DA8824"/>
    <w:lvl w:ilvl="0" w:tplc="FFFFFFFF">
      <w:start w:val="1"/>
      <w:numFmt w:val="bullet"/>
      <w:pStyle w:val="TOC9"/>
      <w:lvlText w:val="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D5F529C"/>
    <w:multiLevelType w:val="hybridMultilevel"/>
    <w:tmpl w:val="973C61FE"/>
    <w:lvl w:ilvl="0" w:tplc="2BDACA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F9871C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5EFB080C"/>
    <w:multiLevelType w:val="hybridMultilevel"/>
    <w:tmpl w:val="BAE473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3D24CB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>
    <w:nsid w:val="63D66181"/>
    <w:multiLevelType w:val="hybridMultilevel"/>
    <w:tmpl w:val="AB7647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A0C1750"/>
    <w:multiLevelType w:val="hybridMultilevel"/>
    <w:tmpl w:val="729E7F1C"/>
    <w:lvl w:ilvl="0" w:tplc="04090001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6BC231BD"/>
    <w:multiLevelType w:val="hybridMultilevel"/>
    <w:tmpl w:val="66F08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313001E"/>
    <w:multiLevelType w:val="multilevel"/>
    <w:tmpl w:val="6B9CC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73F70E33"/>
    <w:multiLevelType w:val="hybridMultilevel"/>
    <w:tmpl w:val="ED486620"/>
    <w:lvl w:ilvl="0" w:tplc="3A1486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ZapfChancery" w:hAnsi="ZapfChancery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4292CC2"/>
    <w:multiLevelType w:val="hybridMultilevel"/>
    <w:tmpl w:val="C5B8B2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9CF3D5C"/>
    <w:multiLevelType w:val="multilevel"/>
    <w:tmpl w:val="FCFCE1E6"/>
    <w:lvl w:ilvl="0">
      <w:start w:val="1"/>
      <w:numFmt w:val="decimal"/>
      <w:suff w:val="space"/>
      <w:lvlText w:val="Worksheet #%1:"/>
      <w:lvlJc w:val="left"/>
      <w:pPr>
        <w:ind w:left="547" w:hanging="547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>
    <w:nsid w:val="7D4C233E"/>
    <w:multiLevelType w:val="hybridMultilevel"/>
    <w:tmpl w:val="823A8018"/>
    <w:lvl w:ilvl="0" w:tplc="2BDACA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F9871C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7DF03D3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>
    <w:nsid w:val="7F9B3C29"/>
    <w:multiLevelType w:val="hybridMultilevel"/>
    <w:tmpl w:val="60E010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11"/>
  </w:num>
  <w:num w:numId="4">
    <w:abstractNumId w:val="22"/>
  </w:num>
  <w:num w:numId="5">
    <w:abstractNumId w:val="41"/>
  </w:num>
  <w:num w:numId="6">
    <w:abstractNumId w:val="27"/>
  </w:num>
  <w:num w:numId="7">
    <w:abstractNumId w:val="13"/>
  </w:num>
  <w:num w:numId="8">
    <w:abstractNumId w:val="37"/>
  </w:num>
  <w:num w:numId="9">
    <w:abstractNumId w:val="20"/>
  </w:num>
  <w:num w:numId="10">
    <w:abstractNumId w:val="39"/>
  </w:num>
  <w:num w:numId="11">
    <w:abstractNumId w:val="47"/>
  </w:num>
  <w:num w:numId="12">
    <w:abstractNumId w:val="18"/>
  </w:num>
  <w:num w:numId="13">
    <w:abstractNumId w:val="28"/>
  </w:num>
  <w:num w:numId="14">
    <w:abstractNumId w:val="12"/>
  </w:num>
  <w:num w:numId="15">
    <w:abstractNumId w:val="31"/>
  </w:num>
  <w:num w:numId="16">
    <w:abstractNumId w:val="17"/>
  </w:num>
  <w:num w:numId="17">
    <w:abstractNumId w:val="0"/>
  </w:num>
  <w:num w:numId="18">
    <w:abstractNumId w:val="1"/>
  </w:num>
  <w:num w:numId="19">
    <w:abstractNumId w:val="2"/>
  </w:num>
  <w:num w:numId="20">
    <w:abstractNumId w:val="3"/>
  </w:num>
  <w:num w:numId="21">
    <w:abstractNumId w:val="45"/>
  </w:num>
  <w:num w:numId="22">
    <w:abstractNumId w:val="42"/>
  </w:num>
  <w:num w:numId="23">
    <w:abstractNumId w:val="10"/>
  </w:num>
  <w:num w:numId="24">
    <w:abstractNumId w:val="35"/>
  </w:num>
  <w:num w:numId="25">
    <w:abstractNumId w:val="48"/>
  </w:num>
  <w:num w:numId="26">
    <w:abstractNumId w:val="46"/>
  </w:num>
  <w:num w:numId="27">
    <w:abstractNumId w:val="43"/>
  </w:num>
  <w:num w:numId="28">
    <w:abstractNumId w:val="16"/>
  </w:num>
  <w:num w:numId="29">
    <w:abstractNumId w:val="33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26"/>
  </w:num>
  <w:num w:numId="37">
    <w:abstractNumId w:val="25"/>
  </w:num>
  <w:num w:numId="38">
    <w:abstractNumId w:val="19"/>
  </w:num>
  <w:num w:numId="39">
    <w:abstractNumId w:val="32"/>
  </w:num>
  <w:num w:numId="40">
    <w:abstractNumId w:val="40"/>
  </w:num>
  <w:num w:numId="41">
    <w:abstractNumId w:val="49"/>
  </w:num>
  <w:num w:numId="42">
    <w:abstractNumId w:val="38"/>
  </w:num>
  <w:num w:numId="43">
    <w:abstractNumId w:val="29"/>
  </w:num>
  <w:num w:numId="44">
    <w:abstractNumId w:val="44"/>
  </w:num>
  <w:num w:numId="45">
    <w:abstractNumId w:val="21"/>
  </w:num>
  <w:num w:numId="46">
    <w:abstractNumId w:val="30"/>
  </w:num>
  <w:num w:numId="47">
    <w:abstractNumId w:val="34"/>
  </w:num>
  <w:num w:numId="48">
    <w:abstractNumId w:val="15"/>
  </w:num>
  <w:num w:numId="49">
    <w:abstractNumId w:val="23"/>
  </w:num>
  <w:num w:numId="50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activeWritingStyle w:appName="MSWord" w:lang="en-US" w:vendorID="64" w:dllVersion="131078" w:nlCheck="1" w:checkStyle="1"/>
  <w:activeWritingStyle w:appName="MSWord" w:lang="en-US" w:vendorID="64" w:dllVersion="131077" w:nlCheck="1" w:checkStyle="1"/>
  <w:activeWritingStyle w:appName="MSWord" w:lang="fr-FR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11265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0BE"/>
    <w:rsid w:val="00127871"/>
    <w:rsid w:val="00153CE7"/>
    <w:rsid w:val="001A3002"/>
    <w:rsid w:val="0020083A"/>
    <w:rsid w:val="00207C1D"/>
    <w:rsid w:val="00271020"/>
    <w:rsid w:val="002D3C1E"/>
    <w:rsid w:val="002E0855"/>
    <w:rsid w:val="002E50BE"/>
    <w:rsid w:val="002F0E65"/>
    <w:rsid w:val="00317CA1"/>
    <w:rsid w:val="00341CC6"/>
    <w:rsid w:val="00356BBE"/>
    <w:rsid w:val="00363F79"/>
    <w:rsid w:val="003A1D00"/>
    <w:rsid w:val="003C257B"/>
    <w:rsid w:val="00472FCF"/>
    <w:rsid w:val="00494A02"/>
    <w:rsid w:val="00496705"/>
    <w:rsid w:val="004C78C6"/>
    <w:rsid w:val="00510F13"/>
    <w:rsid w:val="005F0A6C"/>
    <w:rsid w:val="006728BC"/>
    <w:rsid w:val="00683DB2"/>
    <w:rsid w:val="00691AF7"/>
    <w:rsid w:val="00695B15"/>
    <w:rsid w:val="006A78A2"/>
    <w:rsid w:val="006C30B4"/>
    <w:rsid w:val="00700148"/>
    <w:rsid w:val="00752281"/>
    <w:rsid w:val="00797135"/>
    <w:rsid w:val="009F0600"/>
    <w:rsid w:val="00A2628B"/>
    <w:rsid w:val="00A372B4"/>
    <w:rsid w:val="00B73D86"/>
    <w:rsid w:val="00BD106D"/>
    <w:rsid w:val="00C07D8B"/>
    <w:rsid w:val="00CC6667"/>
    <w:rsid w:val="00D405C3"/>
    <w:rsid w:val="00DE6FE4"/>
    <w:rsid w:val="00E60E14"/>
    <w:rsid w:val="00E62347"/>
    <w:rsid w:val="00E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2FCF"/>
    <w:pPr>
      <w:jc w:val="both"/>
    </w:pPr>
    <w:rPr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472FCF"/>
    <w:pPr>
      <w:keepNext/>
      <w:spacing w:before="60" w:after="120"/>
      <w:jc w:val="left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qFormat/>
    <w:rsid w:val="00472FCF"/>
    <w:pPr>
      <w:keepNext/>
      <w:spacing w:before="60" w:after="120"/>
      <w:jc w:val="left"/>
      <w:outlineLvl w:val="1"/>
    </w:pPr>
    <w:rPr>
      <w:rFonts w:ascii="Arial" w:hAnsi="Arial" w:cs="Arial"/>
      <w:b/>
      <w:bCs/>
      <w:smallCaps/>
      <w:szCs w:val="28"/>
    </w:rPr>
  </w:style>
  <w:style w:type="paragraph" w:styleId="Heading3">
    <w:name w:val="heading 3"/>
    <w:basedOn w:val="Normal"/>
    <w:next w:val="Normal"/>
    <w:link w:val="Heading3Char"/>
    <w:qFormat/>
    <w:rsid w:val="00472FCF"/>
    <w:pPr>
      <w:keepNext/>
      <w:spacing w:before="60" w:after="120"/>
      <w:jc w:val="left"/>
      <w:outlineLvl w:val="2"/>
    </w:pPr>
    <w:rPr>
      <w:rFonts w:ascii="Arial" w:hAnsi="Arial" w:cs="Arial"/>
      <w:b/>
      <w:sz w:val="20"/>
      <w:szCs w:val="26"/>
    </w:rPr>
  </w:style>
  <w:style w:type="paragraph" w:styleId="Heading4">
    <w:name w:val="heading 4"/>
    <w:basedOn w:val="Normal"/>
    <w:next w:val="Normal"/>
    <w:qFormat/>
    <w:rsid w:val="00472FCF"/>
    <w:pPr>
      <w:keepNext/>
      <w:keepLines/>
      <w:spacing w:before="60" w:after="120"/>
      <w:jc w:val="left"/>
      <w:outlineLvl w:val="3"/>
    </w:pPr>
    <w:rPr>
      <w:rFonts w:ascii="Arial" w:hAnsi="Arial"/>
      <w:i/>
      <w:smallCaps/>
      <w:sz w:val="20"/>
      <w:szCs w:val="20"/>
    </w:rPr>
  </w:style>
  <w:style w:type="paragraph" w:styleId="Heading5">
    <w:name w:val="heading 5"/>
    <w:basedOn w:val="Normal"/>
    <w:next w:val="Normal"/>
    <w:qFormat/>
    <w:rsid w:val="00472FC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72FCF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472FCF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472FCF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472FCF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2FCF"/>
    <w:rPr>
      <w:rFonts w:cs="Arial"/>
      <w:b/>
      <w:bCs/>
      <w:kern w:val="32"/>
      <w:sz w:val="24"/>
      <w:szCs w:val="32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472FCF"/>
    <w:rPr>
      <w:rFonts w:ascii="Arial" w:hAnsi="Arial" w:cs="Arial"/>
      <w:b/>
      <w:szCs w:val="26"/>
      <w:lang w:val="en-US" w:eastAsia="en-US" w:bidi="ar-SA"/>
    </w:rPr>
  </w:style>
  <w:style w:type="paragraph" w:customStyle="1" w:styleId="1RightPar">
    <w:name w:val="1Right Par"/>
    <w:semiHidden/>
    <w:rsid w:val="00472FCF"/>
    <w:pPr>
      <w:widowControl w:val="0"/>
      <w:tabs>
        <w:tab w:val="left" w:pos="720"/>
      </w:tabs>
      <w:autoSpaceDE w:val="0"/>
      <w:autoSpaceDN w:val="0"/>
      <w:adjustRightInd w:val="0"/>
      <w:ind w:left="720" w:hanging="1440"/>
      <w:jc w:val="both"/>
    </w:pPr>
    <w:rPr>
      <w:rFonts w:ascii="Courier" w:hAnsi="Courier"/>
      <w:sz w:val="24"/>
      <w:szCs w:val="24"/>
    </w:rPr>
  </w:style>
  <w:style w:type="paragraph" w:customStyle="1" w:styleId="2RightPar">
    <w:name w:val="2Right Par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2160"/>
      <w:jc w:val="both"/>
    </w:pPr>
    <w:rPr>
      <w:rFonts w:ascii="Courier" w:hAnsi="Courier"/>
      <w:sz w:val="24"/>
      <w:szCs w:val="24"/>
    </w:rPr>
  </w:style>
  <w:style w:type="paragraph" w:customStyle="1" w:styleId="3RightPar">
    <w:name w:val="3Right Par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3600"/>
      <w:jc w:val="both"/>
    </w:pPr>
    <w:rPr>
      <w:rFonts w:ascii="Courier" w:hAnsi="Courier"/>
      <w:sz w:val="24"/>
      <w:szCs w:val="24"/>
    </w:rPr>
  </w:style>
  <w:style w:type="paragraph" w:customStyle="1" w:styleId="4RightPar">
    <w:name w:val="4Right Par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5040"/>
      <w:jc w:val="both"/>
    </w:pPr>
    <w:rPr>
      <w:rFonts w:ascii="Courier" w:hAnsi="Courier"/>
      <w:sz w:val="24"/>
      <w:szCs w:val="24"/>
    </w:rPr>
  </w:style>
  <w:style w:type="paragraph" w:customStyle="1" w:styleId="5RightPar">
    <w:name w:val="5Right Par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6480"/>
      <w:jc w:val="both"/>
    </w:pPr>
    <w:rPr>
      <w:rFonts w:ascii="Courier" w:eastAsia="Batang" w:hAnsi="Courier"/>
      <w:sz w:val="24"/>
      <w:szCs w:val="24"/>
    </w:rPr>
  </w:style>
  <w:style w:type="paragraph" w:customStyle="1" w:styleId="6RightPar">
    <w:name w:val="6Right Par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920"/>
      <w:jc w:val="both"/>
    </w:pPr>
    <w:rPr>
      <w:rFonts w:ascii="Courier" w:hAnsi="Courier"/>
      <w:sz w:val="24"/>
      <w:szCs w:val="24"/>
    </w:rPr>
  </w:style>
  <w:style w:type="paragraph" w:customStyle="1" w:styleId="7RightPar">
    <w:name w:val="7Right Par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9360"/>
      <w:jc w:val="both"/>
    </w:pPr>
    <w:rPr>
      <w:rFonts w:ascii="Courier" w:hAnsi="Courier"/>
      <w:sz w:val="24"/>
      <w:szCs w:val="24"/>
    </w:rPr>
  </w:style>
  <w:style w:type="paragraph" w:customStyle="1" w:styleId="8RightPar">
    <w:name w:val="8Right Par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10800"/>
      <w:jc w:val="both"/>
    </w:pPr>
    <w:rPr>
      <w:rFonts w:ascii="Courier" w:hAnsi="Courier"/>
      <w:sz w:val="24"/>
      <w:szCs w:val="24"/>
    </w:rPr>
  </w:style>
  <w:style w:type="paragraph" w:customStyle="1" w:styleId="1Technical">
    <w:name w:val="1Technical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2Technical">
    <w:name w:val="2Technical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3Technical">
    <w:name w:val="3Technical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4Technical">
    <w:name w:val="4Technical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5Technical">
    <w:name w:val="5Technical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6Technical">
    <w:name w:val="6Technical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7Technical">
    <w:name w:val="7Technical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8Technical">
    <w:name w:val="8Technical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1Document">
    <w:name w:val="1Document"/>
    <w:semiHidden/>
    <w:rsid w:val="00472FCF"/>
    <w:pPr>
      <w:keepNext/>
      <w:widowControl w:val="0"/>
      <w:autoSpaceDE w:val="0"/>
      <w:autoSpaceDN w:val="0"/>
      <w:adjustRightInd w:val="0"/>
      <w:jc w:val="center"/>
    </w:pPr>
    <w:rPr>
      <w:rFonts w:ascii="Courier" w:hAnsi="Courier"/>
      <w:sz w:val="24"/>
      <w:szCs w:val="24"/>
    </w:rPr>
  </w:style>
  <w:style w:type="paragraph" w:customStyle="1" w:styleId="2Document">
    <w:name w:val="2Document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3Document">
    <w:name w:val="3Document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4Document">
    <w:name w:val="4Document"/>
    <w:semiHidden/>
    <w:rsid w:val="00472FCF"/>
    <w:pPr>
      <w:widowControl w:val="0"/>
      <w:autoSpaceDE w:val="0"/>
      <w:autoSpaceDN w:val="0"/>
      <w:adjustRightInd w:val="0"/>
    </w:pPr>
    <w:rPr>
      <w:rFonts w:ascii="Courier" w:hAnsi="Courier"/>
      <w:sz w:val="24"/>
      <w:szCs w:val="24"/>
    </w:rPr>
  </w:style>
  <w:style w:type="paragraph" w:customStyle="1" w:styleId="5Document">
    <w:name w:val="5Document"/>
    <w:semiHidden/>
    <w:rsid w:val="00472FCF"/>
    <w:pPr>
      <w:widowControl w:val="0"/>
      <w:autoSpaceDE w:val="0"/>
      <w:autoSpaceDN w:val="0"/>
      <w:adjustRightInd w:val="0"/>
      <w:ind w:left="720"/>
      <w:jc w:val="both"/>
    </w:pPr>
    <w:rPr>
      <w:rFonts w:ascii="Courier" w:hAnsi="Courier"/>
      <w:sz w:val="24"/>
      <w:szCs w:val="24"/>
    </w:rPr>
  </w:style>
  <w:style w:type="paragraph" w:customStyle="1" w:styleId="6Document">
    <w:name w:val="6Document"/>
    <w:semiHidden/>
    <w:rsid w:val="00472FCF"/>
    <w:pPr>
      <w:widowControl w:val="0"/>
      <w:autoSpaceDE w:val="0"/>
      <w:autoSpaceDN w:val="0"/>
      <w:adjustRightInd w:val="0"/>
      <w:ind w:left="720" w:right="720"/>
      <w:jc w:val="both"/>
    </w:pPr>
    <w:rPr>
      <w:rFonts w:ascii="Courier" w:hAnsi="Courier"/>
      <w:sz w:val="24"/>
      <w:szCs w:val="24"/>
    </w:rPr>
  </w:style>
  <w:style w:type="paragraph" w:customStyle="1" w:styleId="7Document">
    <w:name w:val="7Document"/>
    <w:semiHidden/>
    <w:rsid w:val="00472FCF"/>
    <w:pPr>
      <w:widowControl w:val="0"/>
      <w:autoSpaceDE w:val="0"/>
      <w:autoSpaceDN w:val="0"/>
      <w:adjustRightInd w:val="0"/>
      <w:ind w:left="1440"/>
      <w:jc w:val="both"/>
    </w:pPr>
    <w:rPr>
      <w:rFonts w:ascii="Courier" w:hAnsi="Courier"/>
      <w:sz w:val="24"/>
      <w:szCs w:val="24"/>
    </w:rPr>
  </w:style>
  <w:style w:type="paragraph" w:customStyle="1" w:styleId="8Document">
    <w:name w:val="8Document"/>
    <w:semiHidden/>
    <w:rsid w:val="00472FCF"/>
    <w:pPr>
      <w:widowControl w:val="0"/>
      <w:autoSpaceDE w:val="0"/>
      <w:autoSpaceDN w:val="0"/>
      <w:adjustRightInd w:val="0"/>
      <w:ind w:left="1440" w:right="720"/>
      <w:jc w:val="both"/>
    </w:pPr>
    <w:rPr>
      <w:rFonts w:ascii="Courier" w:hAnsi="Courier"/>
      <w:sz w:val="24"/>
      <w:szCs w:val="24"/>
    </w:rPr>
  </w:style>
  <w:style w:type="paragraph" w:customStyle="1" w:styleId="1AutoList35">
    <w:name w:val="1AutoList35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35">
    <w:name w:val="2AutoList35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35">
    <w:name w:val="3AutoList35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35">
    <w:name w:val="4AutoList3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35">
    <w:name w:val="5AutoList3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35">
    <w:name w:val="6AutoList3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35">
    <w:name w:val="7AutoList3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35">
    <w:name w:val="8AutoList3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34">
    <w:name w:val="1AutoList34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34">
    <w:name w:val="2AutoList34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34">
    <w:name w:val="3AutoList34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34">
    <w:name w:val="4AutoList3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34">
    <w:name w:val="5AutoList3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34">
    <w:name w:val="6AutoList3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34">
    <w:name w:val="7AutoList3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34">
    <w:name w:val="8AutoList3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33">
    <w:name w:val="1AutoList33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33">
    <w:name w:val="2AutoList33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33">
    <w:name w:val="3AutoList33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33">
    <w:name w:val="4AutoList3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33">
    <w:name w:val="5AutoList3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33">
    <w:name w:val="6AutoList3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33">
    <w:name w:val="7AutoList3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33">
    <w:name w:val="8AutoList3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30">
    <w:name w:val="1AutoList30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30">
    <w:name w:val="2AutoList30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30">
    <w:name w:val="3AutoList30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30">
    <w:name w:val="4AutoList3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30">
    <w:name w:val="5AutoList3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30">
    <w:name w:val="6AutoList3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30">
    <w:name w:val="7AutoList3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30">
    <w:name w:val="8AutoList3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29">
    <w:name w:val="1AutoList29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29">
    <w:name w:val="2AutoList29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29">
    <w:name w:val="3AutoList29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29">
    <w:name w:val="4AutoList2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29">
    <w:name w:val="5AutoList2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29">
    <w:name w:val="6AutoList2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29">
    <w:name w:val="7AutoList2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29">
    <w:name w:val="8AutoList2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28">
    <w:name w:val="1AutoList28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28">
    <w:name w:val="2AutoList28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28">
    <w:name w:val="3AutoList28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28">
    <w:name w:val="4AutoList2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28">
    <w:name w:val="5AutoList2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28">
    <w:name w:val="6AutoList2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28">
    <w:name w:val="7AutoList2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28">
    <w:name w:val="8AutoList2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27">
    <w:name w:val="1AutoList27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27">
    <w:name w:val="2AutoList27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27">
    <w:name w:val="3AutoList27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27">
    <w:name w:val="4AutoList2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27">
    <w:name w:val="5AutoList2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27">
    <w:name w:val="6AutoList2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27">
    <w:name w:val="7AutoList2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27">
    <w:name w:val="8AutoList2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Triangles">
    <w:name w:val="1Triangles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Triangles">
    <w:name w:val="2Triangles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Triangles">
    <w:name w:val="3Triangles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Triangles">
    <w:name w:val="4Triangles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Triangles">
    <w:name w:val="5Triangles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Triangles">
    <w:name w:val="6Triangles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Triangles">
    <w:name w:val="7Triangles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Triangles">
    <w:name w:val="8Triangles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25">
    <w:name w:val="1AutoList25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25">
    <w:name w:val="2AutoList25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25">
    <w:name w:val="3AutoList25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25">
    <w:name w:val="4AutoList2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25">
    <w:name w:val="5AutoList2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25">
    <w:name w:val="6AutoList2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25">
    <w:name w:val="7AutoList2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25">
    <w:name w:val="8AutoList2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24">
    <w:name w:val="1AutoList24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24">
    <w:name w:val="2AutoList24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24">
    <w:name w:val="3AutoList24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24">
    <w:name w:val="4AutoList2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24">
    <w:name w:val="5AutoList2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24">
    <w:name w:val="6AutoList2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24">
    <w:name w:val="7AutoList2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24">
    <w:name w:val="8AutoList2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22">
    <w:name w:val="1AutoList22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22">
    <w:name w:val="2AutoList22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22">
    <w:name w:val="3AutoList22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22">
    <w:name w:val="4AutoList2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22">
    <w:name w:val="5AutoList2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22">
    <w:name w:val="6AutoList2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22">
    <w:name w:val="7AutoList2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22">
    <w:name w:val="8AutoList2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21">
    <w:name w:val="1AutoList21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21">
    <w:name w:val="2AutoList21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21">
    <w:name w:val="3AutoList21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21">
    <w:name w:val="4AutoList2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21">
    <w:name w:val="5AutoList2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21">
    <w:name w:val="6AutoList2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21">
    <w:name w:val="7AutoList2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21">
    <w:name w:val="8AutoList2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20">
    <w:name w:val="1AutoList20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20">
    <w:name w:val="2AutoList20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20">
    <w:name w:val="3AutoList20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20">
    <w:name w:val="4AutoList2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20">
    <w:name w:val="5AutoList2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20">
    <w:name w:val="6AutoList2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20">
    <w:name w:val="7AutoList2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20">
    <w:name w:val="8AutoList2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9">
    <w:name w:val="1AutoList19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3AutoList19">
    <w:name w:val="3AutoList19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9">
    <w:name w:val="4AutoList1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9">
    <w:name w:val="5AutoList1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9">
    <w:name w:val="6AutoList1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9">
    <w:name w:val="7AutoList1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9">
    <w:name w:val="8AutoList1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8">
    <w:name w:val="1AutoList18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8">
    <w:name w:val="2AutoList18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8">
    <w:name w:val="3AutoList18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8">
    <w:name w:val="4AutoList1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8">
    <w:name w:val="5AutoList1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8">
    <w:name w:val="6AutoList1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8">
    <w:name w:val="7AutoList1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8">
    <w:name w:val="8AutoList1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7">
    <w:name w:val="1AutoList17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7">
    <w:name w:val="2AutoList17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7">
    <w:name w:val="3AutoList17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7">
    <w:name w:val="4AutoList1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7">
    <w:name w:val="5AutoList1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7">
    <w:name w:val="6AutoList1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7">
    <w:name w:val="7AutoList1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7">
    <w:name w:val="8AutoList1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6">
    <w:name w:val="1AutoList16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6">
    <w:name w:val="2AutoList16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6">
    <w:name w:val="3AutoList16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6">
    <w:name w:val="4AutoList1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6">
    <w:name w:val="5AutoList1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6">
    <w:name w:val="6AutoList1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6">
    <w:name w:val="7AutoList1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6">
    <w:name w:val="8AutoList1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5">
    <w:name w:val="1AutoList15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5">
    <w:name w:val="2AutoList15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5">
    <w:name w:val="3AutoList15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5">
    <w:name w:val="4AutoList1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5">
    <w:name w:val="5AutoList1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5">
    <w:name w:val="6AutoList1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5">
    <w:name w:val="7AutoList1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5">
    <w:name w:val="8AutoList1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66">
    <w:name w:val="1AutoList166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66">
    <w:name w:val="2AutoList166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66">
    <w:name w:val="3AutoList166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66">
    <w:name w:val="4AutoList16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66">
    <w:name w:val="5AutoList16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66">
    <w:name w:val="6AutoList16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66">
    <w:name w:val="7AutoList16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66">
    <w:name w:val="8AutoList16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67">
    <w:name w:val="1AutoList167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67">
    <w:name w:val="2AutoList167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67">
    <w:name w:val="3AutoList167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67">
    <w:name w:val="4AutoList16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67">
    <w:name w:val="5AutoList16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67">
    <w:name w:val="6AutoList16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67">
    <w:name w:val="7AutoList16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67">
    <w:name w:val="8AutoList16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3">
    <w:name w:val="1AutoList13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3">
    <w:name w:val="2AutoList13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3">
    <w:name w:val="3AutoList13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3">
    <w:name w:val="4AutoList1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3">
    <w:name w:val="5AutoList1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3">
    <w:name w:val="6AutoList1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3">
    <w:name w:val="7AutoList1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3">
    <w:name w:val="8AutoList1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2">
    <w:name w:val="1AutoList12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2">
    <w:name w:val="2AutoList12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2">
    <w:name w:val="3AutoList12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2">
    <w:name w:val="4AutoList1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2">
    <w:name w:val="5AutoList1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2">
    <w:name w:val="6AutoList1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2">
    <w:name w:val="7AutoList1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2">
    <w:name w:val="8AutoList1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1">
    <w:name w:val="1AutoList11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1">
    <w:name w:val="2AutoList11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1">
    <w:name w:val="3AutoList11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1">
    <w:name w:val="4AutoList1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1">
    <w:name w:val="5AutoList1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1">
    <w:name w:val="6AutoList1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1">
    <w:name w:val="7AutoList1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1">
    <w:name w:val="8AutoList1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0">
    <w:name w:val="1AutoList10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0">
    <w:name w:val="2AutoList10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0">
    <w:name w:val="3AutoList10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0">
    <w:name w:val="4AutoList1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0">
    <w:name w:val="5AutoList1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0">
    <w:name w:val="6AutoList1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0">
    <w:name w:val="7AutoList1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0">
    <w:name w:val="8AutoList1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9">
    <w:name w:val="1AutoList9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9">
    <w:name w:val="2AutoList9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9">
    <w:name w:val="3AutoList9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9">
    <w:name w:val="4AutoList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9">
    <w:name w:val="5AutoList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9">
    <w:name w:val="6AutoList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9">
    <w:name w:val="7AutoList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9">
    <w:name w:val="8AutoList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8">
    <w:name w:val="1AutoList8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8">
    <w:name w:val="2AutoList8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8">
    <w:name w:val="3AutoList8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8">
    <w:name w:val="4AutoList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8">
    <w:name w:val="5AutoList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8">
    <w:name w:val="6AutoList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8">
    <w:name w:val="7AutoList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8">
    <w:name w:val="8AutoList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7">
    <w:name w:val="1AutoList7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7">
    <w:name w:val="2AutoList7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7">
    <w:name w:val="3AutoList7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7">
    <w:name w:val="4AutoList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7">
    <w:name w:val="5AutoList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7">
    <w:name w:val="6AutoList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7">
    <w:name w:val="7AutoList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7">
    <w:name w:val="8AutoList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4">
    <w:name w:val="1AutoList4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4">
    <w:name w:val="2AutoList4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4">
    <w:name w:val="3AutoList4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4">
    <w:name w:val="4AutoList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4">
    <w:name w:val="5AutoList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4">
    <w:name w:val="6AutoList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4">
    <w:name w:val="7AutoList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4">
    <w:name w:val="8AutoList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3">
    <w:name w:val="1AutoList3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3">
    <w:name w:val="2AutoList3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3">
    <w:name w:val="3AutoList3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3">
    <w:name w:val="4AutoList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3">
    <w:name w:val="5AutoList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3">
    <w:name w:val="6AutoList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3">
    <w:name w:val="7AutoList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3">
    <w:name w:val="8AutoList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">
    <w:name w:val="1AutoList1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">
    <w:name w:val="2AutoList1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">
    <w:name w:val="3AutoList1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">
    <w:name w:val="4AutoList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">
    <w:name w:val="5AutoList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">
    <w:name w:val="6AutoList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">
    <w:name w:val="7AutoList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">
    <w:name w:val="8AutoList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5">
    <w:name w:val="1AutoList5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5">
    <w:name w:val="2AutoList5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5">
    <w:name w:val="3AutoList5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5">
    <w:name w:val="4AutoList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5">
    <w:name w:val="5AutoList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5">
    <w:name w:val="6AutoList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5">
    <w:name w:val="7AutoList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5">
    <w:name w:val="8AutoList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2">
    <w:name w:val="1AutoList2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2">
    <w:name w:val="2AutoList2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2">
    <w:name w:val="3AutoList2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2">
    <w:name w:val="4AutoList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2">
    <w:name w:val="5AutoList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2">
    <w:name w:val="6AutoList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2">
    <w:name w:val="7AutoList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2">
    <w:name w:val="8AutoList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BulletList">
    <w:name w:val="1Bullet List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BulletList">
    <w:name w:val="2Bullet List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BulletList">
    <w:name w:val="3Bullet List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BulletList">
    <w:name w:val="4Bullet List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BulletList">
    <w:name w:val="5Bullet List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BulletList">
    <w:name w:val="6Bullet List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BulletList">
    <w:name w:val="7Bullet List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BulletList">
    <w:name w:val="8Bullet List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Paragraph">
    <w:name w:val="1Paragraph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3Paragraph">
    <w:name w:val="3Paragraph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Paragraph">
    <w:name w:val="4Paragraph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Paragraph">
    <w:name w:val="5Paragraph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Paragraph">
    <w:name w:val="6Paragraph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Paragraph">
    <w:name w:val="7Paragraph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Paragraph">
    <w:name w:val="8Paragraph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character" w:customStyle="1" w:styleId="DocInit">
    <w:name w:val="Doc Init"/>
    <w:semiHidden/>
    <w:rsid w:val="00472FCF"/>
  </w:style>
  <w:style w:type="character" w:customStyle="1" w:styleId="Bibliogrphy">
    <w:name w:val="Bibliogrphy"/>
    <w:semiHidden/>
    <w:rsid w:val="00472FCF"/>
  </w:style>
  <w:style w:type="paragraph" w:customStyle="1" w:styleId="1">
    <w:name w:val="1"/>
    <w:aliases w:val="2,3"/>
    <w:semiHidden/>
    <w:rsid w:val="00472FCF"/>
    <w:pPr>
      <w:widowControl w:val="0"/>
      <w:autoSpaceDE w:val="0"/>
      <w:autoSpaceDN w:val="0"/>
      <w:adjustRightInd w:val="0"/>
      <w:ind w:left="-1440"/>
    </w:pPr>
    <w:rPr>
      <w:rFonts w:ascii="Courier" w:hAnsi="Courier"/>
      <w:sz w:val="24"/>
      <w:szCs w:val="24"/>
    </w:rPr>
  </w:style>
  <w:style w:type="paragraph" w:customStyle="1" w:styleId="a">
    <w:name w:val="_"/>
    <w:semiHidden/>
    <w:rsid w:val="00472FCF"/>
    <w:pPr>
      <w:widowControl w:val="0"/>
      <w:autoSpaceDE w:val="0"/>
      <w:autoSpaceDN w:val="0"/>
      <w:adjustRightInd w:val="0"/>
      <w:ind w:left="-1440"/>
    </w:pPr>
    <w:rPr>
      <w:rFonts w:ascii="Courier" w:hAnsi="Courier"/>
      <w:sz w:val="24"/>
      <w:szCs w:val="24"/>
    </w:rPr>
  </w:style>
  <w:style w:type="paragraph" w:customStyle="1" w:styleId="2">
    <w:name w:val="_2"/>
    <w:semiHidden/>
    <w:rsid w:val="00472FCF"/>
    <w:pPr>
      <w:widowControl w:val="0"/>
      <w:autoSpaceDE w:val="0"/>
      <w:autoSpaceDN w:val="0"/>
      <w:adjustRightInd w:val="0"/>
      <w:ind w:left="720"/>
    </w:pPr>
    <w:rPr>
      <w:rFonts w:ascii="Courier" w:hAnsi="Courier"/>
      <w:sz w:val="24"/>
      <w:szCs w:val="24"/>
    </w:rPr>
  </w:style>
  <w:style w:type="paragraph" w:customStyle="1" w:styleId="10">
    <w:name w:val="_1"/>
    <w:semiHidden/>
    <w:rsid w:val="00472FCF"/>
    <w:pPr>
      <w:widowControl w:val="0"/>
      <w:autoSpaceDE w:val="0"/>
      <w:autoSpaceDN w:val="0"/>
      <w:adjustRightInd w:val="0"/>
      <w:ind w:left="-1440"/>
    </w:pPr>
    <w:rPr>
      <w:rFonts w:ascii="Courier" w:hAnsi="Courier"/>
      <w:sz w:val="24"/>
      <w:szCs w:val="24"/>
    </w:rPr>
  </w:style>
  <w:style w:type="paragraph" w:styleId="Footer">
    <w:name w:val="footer"/>
    <w:basedOn w:val="Normal"/>
    <w:rsid w:val="00472FCF"/>
    <w:pPr>
      <w:tabs>
        <w:tab w:val="center" w:pos="4320"/>
        <w:tab w:val="right" w:pos="8640"/>
      </w:tabs>
    </w:pPr>
    <w:rPr>
      <w:sz w:val="18"/>
    </w:rPr>
  </w:style>
  <w:style w:type="paragraph" w:styleId="Header">
    <w:name w:val="header"/>
    <w:basedOn w:val="Normal"/>
    <w:link w:val="HeaderChar"/>
    <w:uiPriority w:val="99"/>
    <w:rsid w:val="00472FCF"/>
    <w:pPr>
      <w:widowControl w:val="0"/>
      <w:pBdr>
        <w:bottom w:val="single" w:sz="6" w:space="1" w:color="auto"/>
      </w:pBdr>
      <w:tabs>
        <w:tab w:val="center" w:pos="4680"/>
        <w:tab w:val="right" w:pos="9360"/>
      </w:tabs>
      <w:jc w:val="left"/>
    </w:pPr>
    <w:rPr>
      <w:sz w:val="18"/>
      <w:szCs w:val="20"/>
    </w:rPr>
  </w:style>
  <w:style w:type="paragraph" w:styleId="BalloonText">
    <w:name w:val="Balloon Text"/>
    <w:basedOn w:val="Normal"/>
    <w:semiHidden/>
    <w:rsid w:val="00472FCF"/>
    <w:rPr>
      <w:rFonts w:ascii="Tahoma" w:hAnsi="Tahoma" w:cs="Tahoma"/>
      <w:sz w:val="16"/>
      <w:szCs w:val="16"/>
    </w:rPr>
  </w:style>
  <w:style w:type="paragraph" w:customStyle="1" w:styleId="Normaldraft">
    <w:name w:val="Normal draft"/>
    <w:basedOn w:val="Normal"/>
    <w:semiHidden/>
    <w:rsid w:val="00472FCF"/>
    <w:pPr>
      <w:spacing w:line="360" w:lineRule="atLeast"/>
    </w:pPr>
  </w:style>
  <w:style w:type="character" w:styleId="CommentReference">
    <w:name w:val="annotation reference"/>
    <w:basedOn w:val="DefaultParagraphFont"/>
    <w:semiHidden/>
    <w:rsid w:val="00472FCF"/>
    <w:rPr>
      <w:sz w:val="16"/>
      <w:szCs w:val="16"/>
    </w:rPr>
  </w:style>
  <w:style w:type="paragraph" w:styleId="CommentText">
    <w:name w:val="annotation text"/>
    <w:basedOn w:val="Normal"/>
    <w:semiHidden/>
    <w:rsid w:val="00472FC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72FCF"/>
    <w:rPr>
      <w:b/>
      <w:bCs/>
    </w:rPr>
  </w:style>
  <w:style w:type="paragraph" w:customStyle="1" w:styleId="StyleCaptionBlack">
    <w:name w:val="Style Caption + Black"/>
    <w:basedOn w:val="Normal"/>
    <w:semiHidden/>
    <w:rsid w:val="00472FCF"/>
    <w:pPr>
      <w:jc w:val="center"/>
    </w:pPr>
    <w:rPr>
      <w:bCs/>
      <w:color w:val="000000"/>
    </w:rPr>
  </w:style>
  <w:style w:type="character" w:customStyle="1" w:styleId="CaptionChar">
    <w:name w:val="Caption Char"/>
    <w:basedOn w:val="DefaultParagraphFont"/>
    <w:semiHidden/>
    <w:rsid w:val="00472FCF"/>
    <w:rPr>
      <w:rFonts w:cs="Arial"/>
      <w:b/>
      <w:sz w:val="24"/>
      <w:lang w:val="en-US" w:eastAsia="en-US" w:bidi="ar-SA"/>
    </w:rPr>
  </w:style>
  <w:style w:type="character" w:customStyle="1" w:styleId="StyleCaptionBlackChar">
    <w:name w:val="Style Caption + Black Char"/>
    <w:basedOn w:val="CaptionChar"/>
    <w:semiHidden/>
    <w:rsid w:val="00472FCF"/>
    <w:rPr>
      <w:rFonts w:cs="Arial"/>
      <w:b/>
      <w:bCs/>
      <w:color w:val="000000"/>
      <w:sz w:val="24"/>
      <w:lang w:val="en-US" w:eastAsia="en-US" w:bidi="ar-SA"/>
    </w:rPr>
  </w:style>
  <w:style w:type="paragraph" w:customStyle="1" w:styleId="StyleTimesNewRoman12ptAfter6pt">
    <w:name w:val="Style Times New Roman 12 pt After:  6 pt"/>
    <w:basedOn w:val="Normal"/>
    <w:semiHidden/>
    <w:rsid w:val="00472FCF"/>
    <w:rPr>
      <w:sz w:val="24"/>
    </w:rPr>
  </w:style>
  <w:style w:type="paragraph" w:styleId="TableofFigures">
    <w:name w:val="table of figures"/>
    <w:basedOn w:val="Normal"/>
    <w:next w:val="Normal"/>
    <w:autoRedefine/>
    <w:semiHidden/>
    <w:rsid w:val="00472FCF"/>
    <w:pPr>
      <w:tabs>
        <w:tab w:val="left" w:pos="1440"/>
        <w:tab w:val="right" w:pos="8928"/>
      </w:tabs>
      <w:spacing w:before="120" w:after="120"/>
      <w:ind w:left="907" w:right="648"/>
    </w:pPr>
  </w:style>
  <w:style w:type="paragraph" w:customStyle="1" w:styleId="CM71">
    <w:name w:val="CM71"/>
    <w:basedOn w:val="Normal"/>
    <w:next w:val="Normal"/>
    <w:semiHidden/>
    <w:rsid w:val="00472FCF"/>
    <w:pPr>
      <w:spacing w:after="280"/>
      <w:jc w:val="left"/>
    </w:pPr>
    <w:rPr>
      <w:sz w:val="24"/>
    </w:rPr>
  </w:style>
  <w:style w:type="paragraph" w:customStyle="1" w:styleId="CLEANNormal">
    <w:name w:val="CLEAN_Normal"/>
    <w:basedOn w:val="Normal"/>
    <w:semiHidden/>
    <w:rsid w:val="00472FCF"/>
    <w:pPr>
      <w:spacing w:line="360" w:lineRule="atLeast"/>
    </w:pPr>
    <w:rPr>
      <w:sz w:val="24"/>
    </w:rPr>
  </w:style>
  <w:style w:type="paragraph" w:styleId="DocumentMap">
    <w:name w:val="Document Map"/>
    <w:basedOn w:val="Normal"/>
    <w:semiHidden/>
    <w:rsid w:val="00472FCF"/>
    <w:pPr>
      <w:shd w:val="clear" w:color="auto" w:fill="000080"/>
    </w:pPr>
    <w:rPr>
      <w:rFonts w:ascii="Tahoma" w:hAnsi="Tahoma" w:cs="Tahoma"/>
    </w:rPr>
  </w:style>
  <w:style w:type="paragraph" w:customStyle="1" w:styleId="TOC-FigureTableHeading">
    <w:name w:val="TOC - Figure/Table Heading"/>
    <w:basedOn w:val="Normal"/>
    <w:next w:val="Normal"/>
    <w:semiHidden/>
    <w:rsid w:val="00472FCF"/>
    <w:pPr>
      <w:keepNext/>
      <w:keepLines/>
      <w:spacing w:before="240"/>
    </w:pPr>
  </w:style>
  <w:style w:type="paragraph" w:styleId="TOC5">
    <w:name w:val="toc 5"/>
    <w:basedOn w:val="Normal"/>
    <w:next w:val="Normal"/>
    <w:autoRedefine/>
    <w:semiHidden/>
    <w:rsid w:val="00472FCF"/>
    <w:pPr>
      <w:ind w:left="880"/>
    </w:pPr>
  </w:style>
  <w:style w:type="paragraph" w:styleId="TOC6">
    <w:name w:val="toc 6"/>
    <w:basedOn w:val="Normal"/>
    <w:next w:val="Normal"/>
    <w:autoRedefine/>
    <w:semiHidden/>
    <w:rsid w:val="00472FCF"/>
    <w:pPr>
      <w:ind w:left="1100"/>
    </w:pPr>
  </w:style>
  <w:style w:type="paragraph" w:styleId="TOC7">
    <w:name w:val="toc 7"/>
    <w:basedOn w:val="Normal"/>
    <w:next w:val="Normal"/>
    <w:autoRedefine/>
    <w:semiHidden/>
    <w:rsid w:val="00472FCF"/>
    <w:pPr>
      <w:ind w:left="1320"/>
    </w:pPr>
  </w:style>
  <w:style w:type="paragraph" w:styleId="TOC8">
    <w:name w:val="toc 8"/>
    <w:basedOn w:val="Normal"/>
    <w:next w:val="Normal"/>
    <w:autoRedefine/>
    <w:semiHidden/>
    <w:rsid w:val="00472FCF"/>
    <w:pPr>
      <w:ind w:left="1540"/>
    </w:pPr>
  </w:style>
  <w:style w:type="paragraph" w:styleId="TOC9">
    <w:name w:val="toc 9"/>
    <w:basedOn w:val="Normal"/>
    <w:next w:val="Normal"/>
    <w:autoRedefine/>
    <w:semiHidden/>
    <w:rsid w:val="00472FCF"/>
    <w:pPr>
      <w:numPr>
        <w:numId w:val="1"/>
      </w:numPr>
      <w:tabs>
        <w:tab w:val="clear" w:pos="1080"/>
      </w:tabs>
      <w:ind w:left="1760" w:firstLine="0"/>
    </w:pPr>
  </w:style>
  <w:style w:type="paragraph" w:customStyle="1" w:styleId="Caption-Table">
    <w:name w:val="Caption-Table"/>
    <w:basedOn w:val="Normal"/>
    <w:semiHidden/>
    <w:rsid w:val="00472FCF"/>
  </w:style>
  <w:style w:type="paragraph" w:styleId="Index1">
    <w:name w:val="index 1"/>
    <w:basedOn w:val="Normal"/>
    <w:next w:val="Normal"/>
    <w:autoRedefine/>
    <w:semiHidden/>
    <w:rsid w:val="00472FCF"/>
    <w:pPr>
      <w:ind w:left="220" w:hanging="220"/>
    </w:pPr>
  </w:style>
  <w:style w:type="character" w:styleId="Hyperlink">
    <w:name w:val="Hyperlink"/>
    <w:basedOn w:val="DefaultParagraphFont"/>
    <w:rsid w:val="00472FCF"/>
    <w:rPr>
      <w:color w:val="0000FF"/>
      <w:u w:val="single"/>
    </w:rPr>
  </w:style>
  <w:style w:type="paragraph" w:customStyle="1" w:styleId="TableHeading">
    <w:name w:val="Table Heading"/>
    <w:basedOn w:val="Tabletext"/>
    <w:rsid w:val="00472FCF"/>
    <w:pPr>
      <w:framePr w:hSpace="0" w:wrap="auto" w:vAnchor="margin" w:hAnchor="text" w:yAlign="inline"/>
      <w:jc w:val="center"/>
    </w:pPr>
    <w:rPr>
      <w:b/>
      <w:sz w:val="18"/>
    </w:rPr>
  </w:style>
  <w:style w:type="paragraph" w:customStyle="1" w:styleId="Tabletext">
    <w:name w:val="Table text"/>
    <w:basedOn w:val="Normal"/>
    <w:rsid w:val="00472FCF"/>
    <w:pPr>
      <w:framePr w:hSpace="180" w:wrap="around" w:vAnchor="text" w:hAnchor="margin" w:y="-41"/>
      <w:jc w:val="left"/>
    </w:pPr>
    <w:rPr>
      <w:sz w:val="16"/>
    </w:rPr>
  </w:style>
  <w:style w:type="character" w:customStyle="1" w:styleId="ReferenceTextChar">
    <w:name w:val="Reference Text Char"/>
    <w:basedOn w:val="DefaultParagraphFont"/>
    <w:link w:val="ReferenceText"/>
    <w:rsid w:val="00472FCF"/>
    <w:rPr>
      <w:color w:val="0000FF"/>
      <w:szCs w:val="24"/>
      <w:lang w:val="en-US" w:eastAsia="en-US" w:bidi="ar-SA"/>
    </w:rPr>
  </w:style>
  <w:style w:type="paragraph" w:customStyle="1" w:styleId="ReferenceText">
    <w:name w:val="Reference Text"/>
    <w:basedOn w:val="Normal"/>
    <w:link w:val="ReferenceTextChar"/>
    <w:rsid w:val="00472FCF"/>
    <w:pPr>
      <w:spacing w:after="120"/>
    </w:pPr>
    <w:rPr>
      <w:color w:val="0000FF"/>
      <w:sz w:val="20"/>
    </w:rPr>
  </w:style>
  <w:style w:type="paragraph" w:customStyle="1" w:styleId="InstructionalText">
    <w:name w:val="Instructional Text"/>
    <w:basedOn w:val="Normal"/>
    <w:link w:val="InstructionalTextChar"/>
    <w:rsid w:val="00472FCF"/>
    <w:rPr>
      <w:color w:val="008000"/>
      <w:sz w:val="20"/>
    </w:rPr>
  </w:style>
  <w:style w:type="character" w:customStyle="1" w:styleId="InstructionalTextChar">
    <w:name w:val="Instructional Text Char"/>
    <w:basedOn w:val="DefaultParagraphFont"/>
    <w:link w:val="InstructionalText"/>
    <w:rsid w:val="00472FCF"/>
    <w:rPr>
      <w:color w:val="008000"/>
      <w:szCs w:val="24"/>
      <w:lang w:val="en-US" w:eastAsia="en-US" w:bidi="ar-SA"/>
    </w:rPr>
  </w:style>
  <w:style w:type="paragraph" w:customStyle="1" w:styleId="CenteredHeading">
    <w:name w:val="Centered Heading"/>
    <w:basedOn w:val="Normal"/>
    <w:rsid w:val="00472FCF"/>
    <w:pPr>
      <w:spacing w:before="120" w:after="240"/>
      <w:jc w:val="center"/>
    </w:pPr>
    <w:rPr>
      <w:b/>
      <w:caps/>
      <w:sz w:val="24"/>
    </w:rPr>
  </w:style>
  <w:style w:type="paragraph" w:customStyle="1" w:styleId="AAText">
    <w:name w:val="A&amp;A Text"/>
    <w:basedOn w:val="Normal"/>
    <w:rsid w:val="00472FCF"/>
    <w:pPr>
      <w:tabs>
        <w:tab w:val="left" w:pos="2160"/>
      </w:tabs>
      <w:ind w:left="2160" w:hanging="2160"/>
    </w:pPr>
  </w:style>
  <w:style w:type="paragraph" w:customStyle="1" w:styleId="TableNotes">
    <w:name w:val="Table Notes"/>
    <w:basedOn w:val="Normal"/>
    <w:link w:val="TableNotesChar"/>
    <w:rsid w:val="00472FCF"/>
    <w:rPr>
      <w:sz w:val="16"/>
    </w:rPr>
  </w:style>
  <w:style w:type="character" w:customStyle="1" w:styleId="TableNotesChar">
    <w:name w:val="Table Notes Char"/>
    <w:basedOn w:val="DefaultParagraphFont"/>
    <w:link w:val="TableNotes"/>
    <w:rsid w:val="00472FCF"/>
    <w:rPr>
      <w:sz w:val="16"/>
      <w:szCs w:val="24"/>
      <w:lang w:val="en-US" w:eastAsia="en-US" w:bidi="ar-SA"/>
    </w:rPr>
  </w:style>
  <w:style w:type="paragraph" w:styleId="TOC1">
    <w:name w:val="toc 1"/>
    <w:basedOn w:val="Normal"/>
    <w:next w:val="Normal"/>
    <w:semiHidden/>
    <w:rsid w:val="00472FCF"/>
    <w:pPr>
      <w:spacing w:before="40" w:after="40"/>
    </w:pPr>
  </w:style>
  <w:style w:type="character" w:styleId="FollowedHyperlink">
    <w:name w:val="FollowedHyperlink"/>
    <w:basedOn w:val="DefaultParagraphFont"/>
    <w:rsid w:val="00472FCF"/>
    <w:rPr>
      <w:color w:val="800080"/>
      <w:u w:val="single"/>
    </w:rPr>
  </w:style>
  <w:style w:type="character" w:styleId="PageNumber">
    <w:name w:val="page number"/>
    <w:basedOn w:val="DefaultParagraphFont"/>
    <w:rsid w:val="00472FCF"/>
  </w:style>
  <w:style w:type="character" w:customStyle="1" w:styleId="HeaderChar">
    <w:name w:val="Header Char"/>
    <w:basedOn w:val="DefaultParagraphFont"/>
    <w:link w:val="Header"/>
    <w:uiPriority w:val="99"/>
    <w:rsid w:val="00E62347"/>
    <w:rPr>
      <w:sz w:val="18"/>
    </w:rPr>
  </w:style>
  <w:style w:type="table" w:styleId="TableGrid">
    <w:name w:val="Table Grid"/>
    <w:basedOn w:val="TableNormal"/>
    <w:rsid w:val="00DE6F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2FCF"/>
    <w:pPr>
      <w:jc w:val="both"/>
    </w:pPr>
    <w:rPr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472FCF"/>
    <w:pPr>
      <w:keepNext/>
      <w:spacing w:before="60" w:after="120"/>
      <w:jc w:val="left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qFormat/>
    <w:rsid w:val="00472FCF"/>
    <w:pPr>
      <w:keepNext/>
      <w:spacing w:before="60" w:after="120"/>
      <w:jc w:val="left"/>
      <w:outlineLvl w:val="1"/>
    </w:pPr>
    <w:rPr>
      <w:rFonts w:ascii="Arial" w:hAnsi="Arial" w:cs="Arial"/>
      <w:b/>
      <w:bCs/>
      <w:smallCaps/>
      <w:szCs w:val="28"/>
    </w:rPr>
  </w:style>
  <w:style w:type="paragraph" w:styleId="Heading3">
    <w:name w:val="heading 3"/>
    <w:basedOn w:val="Normal"/>
    <w:next w:val="Normal"/>
    <w:link w:val="Heading3Char"/>
    <w:qFormat/>
    <w:rsid w:val="00472FCF"/>
    <w:pPr>
      <w:keepNext/>
      <w:spacing w:before="60" w:after="120"/>
      <w:jc w:val="left"/>
      <w:outlineLvl w:val="2"/>
    </w:pPr>
    <w:rPr>
      <w:rFonts w:ascii="Arial" w:hAnsi="Arial" w:cs="Arial"/>
      <w:b/>
      <w:sz w:val="20"/>
      <w:szCs w:val="26"/>
    </w:rPr>
  </w:style>
  <w:style w:type="paragraph" w:styleId="Heading4">
    <w:name w:val="heading 4"/>
    <w:basedOn w:val="Normal"/>
    <w:next w:val="Normal"/>
    <w:qFormat/>
    <w:rsid w:val="00472FCF"/>
    <w:pPr>
      <w:keepNext/>
      <w:keepLines/>
      <w:spacing w:before="60" w:after="120"/>
      <w:jc w:val="left"/>
      <w:outlineLvl w:val="3"/>
    </w:pPr>
    <w:rPr>
      <w:rFonts w:ascii="Arial" w:hAnsi="Arial"/>
      <w:i/>
      <w:smallCaps/>
      <w:sz w:val="20"/>
      <w:szCs w:val="20"/>
    </w:rPr>
  </w:style>
  <w:style w:type="paragraph" w:styleId="Heading5">
    <w:name w:val="heading 5"/>
    <w:basedOn w:val="Normal"/>
    <w:next w:val="Normal"/>
    <w:qFormat/>
    <w:rsid w:val="00472FC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72FCF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472FCF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472FCF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472FCF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2FCF"/>
    <w:rPr>
      <w:rFonts w:cs="Arial"/>
      <w:b/>
      <w:bCs/>
      <w:kern w:val="32"/>
      <w:sz w:val="24"/>
      <w:szCs w:val="32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472FCF"/>
    <w:rPr>
      <w:rFonts w:ascii="Arial" w:hAnsi="Arial" w:cs="Arial"/>
      <w:b/>
      <w:szCs w:val="26"/>
      <w:lang w:val="en-US" w:eastAsia="en-US" w:bidi="ar-SA"/>
    </w:rPr>
  </w:style>
  <w:style w:type="paragraph" w:customStyle="1" w:styleId="1RightPar">
    <w:name w:val="1Right Par"/>
    <w:semiHidden/>
    <w:rsid w:val="00472FCF"/>
    <w:pPr>
      <w:widowControl w:val="0"/>
      <w:tabs>
        <w:tab w:val="left" w:pos="720"/>
      </w:tabs>
      <w:autoSpaceDE w:val="0"/>
      <w:autoSpaceDN w:val="0"/>
      <w:adjustRightInd w:val="0"/>
      <w:ind w:left="720" w:hanging="1440"/>
      <w:jc w:val="both"/>
    </w:pPr>
    <w:rPr>
      <w:rFonts w:ascii="Courier" w:hAnsi="Courier"/>
      <w:sz w:val="24"/>
      <w:szCs w:val="24"/>
    </w:rPr>
  </w:style>
  <w:style w:type="paragraph" w:customStyle="1" w:styleId="2RightPar">
    <w:name w:val="2Right Par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2160"/>
      <w:jc w:val="both"/>
    </w:pPr>
    <w:rPr>
      <w:rFonts w:ascii="Courier" w:hAnsi="Courier"/>
      <w:sz w:val="24"/>
      <w:szCs w:val="24"/>
    </w:rPr>
  </w:style>
  <w:style w:type="paragraph" w:customStyle="1" w:styleId="3RightPar">
    <w:name w:val="3Right Par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3600"/>
      <w:jc w:val="both"/>
    </w:pPr>
    <w:rPr>
      <w:rFonts w:ascii="Courier" w:hAnsi="Courier"/>
      <w:sz w:val="24"/>
      <w:szCs w:val="24"/>
    </w:rPr>
  </w:style>
  <w:style w:type="paragraph" w:customStyle="1" w:styleId="4RightPar">
    <w:name w:val="4Right Par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5040"/>
      <w:jc w:val="both"/>
    </w:pPr>
    <w:rPr>
      <w:rFonts w:ascii="Courier" w:hAnsi="Courier"/>
      <w:sz w:val="24"/>
      <w:szCs w:val="24"/>
    </w:rPr>
  </w:style>
  <w:style w:type="paragraph" w:customStyle="1" w:styleId="5RightPar">
    <w:name w:val="5Right Par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6480"/>
      <w:jc w:val="both"/>
    </w:pPr>
    <w:rPr>
      <w:rFonts w:ascii="Courier" w:eastAsia="Batang" w:hAnsi="Courier"/>
      <w:sz w:val="24"/>
      <w:szCs w:val="24"/>
    </w:rPr>
  </w:style>
  <w:style w:type="paragraph" w:customStyle="1" w:styleId="6RightPar">
    <w:name w:val="6Right Par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920"/>
      <w:jc w:val="both"/>
    </w:pPr>
    <w:rPr>
      <w:rFonts w:ascii="Courier" w:hAnsi="Courier"/>
      <w:sz w:val="24"/>
      <w:szCs w:val="24"/>
    </w:rPr>
  </w:style>
  <w:style w:type="paragraph" w:customStyle="1" w:styleId="7RightPar">
    <w:name w:val="7Right Par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9360"/>
      <w:jc w:val="both"/>
    </w:pPr>
    <w:rPr>
      <w:rFonts w:ascii="Courier" w:hAnsi="Courier"/>
      <w:sz w:val="24"/>
      <w:szCs w:val="24"/>
    </w:rPr>
  </w:style>
  <w:style w:type="paragraph" w:customStyle="1" w:styleId="8RightPar">
    <w:name w:val="8Right Par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10800"/>
      <w:jc w:val="both"/>
    </w:pPr>
    <w:rPr>
      <w:rFonts w:ascii="Courier" w:hAnsi="Courier"/>
      <w:sz w:val="24"/>
      <w:szCs w:val="24"/>
    </w:rPr>
  </w:style>
  <w:style w:type="paragraph" w:customStyle="1" w:styleId="1Technical">
    <w:name w:val="1Technical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2Technical">
    <w:name w:val="2Technical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3Technical">
    <w:name w:val="3Technical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4Technical">
    <w:name w:val="4Technical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5Technical">
    <w:name w:val="5Technical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6Technical">
    <w:name w:val="6Technical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7Technical">
    <w:name w:val="7Technical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8Technical">
    <w:name w:val="8Technical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1Document">
    <w:name w:val="1Document"/>
    <w:semiHidden/>
    <w:rsid w:val="00472FCF"/>
    <w:pPr>
      <w:keepNext/>
      <w:widowControl w:val="0"/>
      <w:autoSpaceDE w:val="0"/>
      <w:autoSpaceDN w:val="0"/>
      <w:adjustRightInd w:val="0"/>
      <w:jc w:val="center"/>
    </w:pPr>
    <w:rPr>
      <w:rFonts w:ascii="Courier" w:hAnsi="Courier"/>
      <w:sz w:val="24"/>
      <w:szCs w:val="24"/>
    </w:rPr>
  </w:style>
  <w:style w:type="paragraph" w:customStyle="1" w:styleId="2Document">
    <w:name w:val="2Document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3Document">
    <w:name w:val="3Document"/>
    <w:semiHidden/>
    <w:rsid w:val="00472FCF"/>
    <w:pPr>
      <w:widowControl w:val="0"/>
      <w:autoSpaceDE w:val="0"/>
      <w:autoSpaceDN w:val="0"/>
      <w:adjustRightInd w:val="0"/>
      <w:jc w:val="both"/>
    </w:pPr>
    <w:rPr>
      <w:rFonts w:ascii="Courier" w:hAnsi="Courier"/>
      <w:sz w:val="24"/>
      <w:szCs w:val="24"/>
    </w:rPr>
  </w:style>
  <w:style w:type="paragraph" w:customStyle="1" w:styleId="4Document">
    <w:name w:val="4Document"/>
    <w:semiHidden/>
    <w:rsid w:val="00472FCF"/>
    <w:pPr>
      <w:widowControl w:val="0"/>
      <w:autoSpaceDE w:val="0"/>
      <w:autoSpaceDN w:val="0"/>
      <w:adjustRightInd w:val="0"/>
    </w:pPr>
    <w:rPr>
      <w:rFonts w:ascii="Courier" w:hAnsi="Courier"/>
      <w:sz w:val="24"/>
      <w:szCs w:val="24"/>
    </w:rPr>
  </w:style>
  <w:style w:type="paragraph" w:customStyle="1" w:styleId="5Document">
    <w:name w:val="5Document"/>
    <w:semiHidden/>
    <w:rsid w:val="00472FCF"/>
    <w:pPr>
      <w:widowControl w:val="0"/>
      <w:autoSpaceDE w:val="0"/>
      <w:autoSpaceDN w:val="0"/>
      <w:adjustRightInd w:val="0"/>
      <w:ind w:left="720"/>
      <w:jc w:val="both"/>
    </w:pPr>
    <w:rPr>
      <w:rFonts w:ascii="Courier" w:hAnsi="Courier"/>
      <w:sz w:val="24"/>
      <w:szCs w:val="24"/>
    </w:rPr>
  </w:style>
  <w:style w:type="paragraph" w:customStyle="1" w:styleId="6Document">
    <w:name w:val="6Document"/>
    <w:semiHidden/>
    <w:rsid w:val="00472FCF"/>
    <w:pPr>
      <w:widowControl w:val="0"/>
      <w:autoSpaceDE w:val="0"/>
      <w:autoSpaceDN w:val="0"/>
      <w:adjustRightInd w:val="0"/>
      <w:ind w:left="720" w:right="720"/>
      <w:jc w:val="both"/>
    </w:pPr>
    <w:rPr>
      <w:rFonts w:ascii="Courier" w:hAnsi="Courier"/>
      <w:sz w:val="24"/>
      <w:szCs w:val="24"/>
    </w:rPr>
  </w:style>
  <w:style w:type="paragraph" w:customStyle="1" w:styleId="7Document">
    <w:name w:val="7Document"/>
    <w:semiHidden/>
    <w:rsid w:val="00472FCF"/>
    <w:pPr>
      <w:widowControl w:val="0"/>
      <w:autoSpaceDE w:val="0"/>
      <w:autoSpaceDN w:val="0"/>
      <w:adjustRightInd w:val="0"/>
      <w:ind w:left="1440"/>
      <w:jc w:val="both"/>
    </w:pPr>
    <w:rPr>
      <w:rFonts w:ascii="Courier" w:hAnsi="Courier"/>
      <w:sz w:val="24"/>
      <w:szCs w:val="24"/>
    </w:rPr>
  </w:style>
  <w:style w:type="paragraph" w:customStyle="1" w:styleId="8Document">
    <w:name w:val="8Document"/>
    <w:semiHidden/>
    <w:rsid w:val="00472FCF"/>
    <w:pPr>
      <w:widowControl w:val="0"/>
      <w:autoSpaceDE w:val="0"/>
      <w:autoSpaceDN w:val="0"/>
      <w:adjustRightInd w:val="0"/>
      <w:ind w:left="1440" w:right="720"/>
      <w:jc w:val="both"/>
    </w:pPr>
    <w:rPr>
      <w:rFonts w:ascii="Courier" w:hAnsi="Courier"/>
      <w:sz w:val="24"/>
      <w:szCs w:val="24"/>
    </w:rPr>
  </w:style>
  <w:style w:type="paragraph" w:customStyle="1" w:styleId="1AutoList35">
    <w:name w:val="1AutoList35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35">
    <w:name w:val="2AutoList35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35">
    <w:name w:val="3AutoList35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35">
    <w:name w:val="4AutoList3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35">
    <w:name w:val="5AutoList3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35">
    <w:name w:val="6AutoList3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35">
    <w:name w:val="7AutoList3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35">
    <w:name w:val="8AutoList3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34">
    <w:name w:val="1AutoList34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34">
    <w:name w:val="2AutoList34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34">
    <w:name w:val="3AutoList34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34">
    <w:name w:val="4AutoList3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34">
    <w:name w:val="5AutoList3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34">
    <w:name w:val="6AutoList3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34">
    <w:name w:val="7AutoList3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34">
    <w:name w:val="8AutoList3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33">
    <w:name w:val="1AutoList33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33">
    <w:name w:val="2AutoList33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33">
    <w:name w:val="3AutoList33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33">
    <w:name w:val="4AutoList3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33">
    <w:name w:val="5AutoList3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33">
    <w:name w:val="6AutoList3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33">
    <w:name w:val="7AutoList3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33">
    <w:name w:val="8AutoList3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30">
    <w:name w:val="1AutoList30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30">
    <w:name w:val="2AutoList30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30">
    <w:name w:val="3AutoList30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30">
    <w:name w:val="4AutoList3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30">
    <w:name w:val="5AutoList3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30">
    <w:name w:val="6AutoList3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30">
    <w:name w:val="7AutoList3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30">
    <w:name w:val="8AutoList3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29">
    <w:name w:val="1AutoList29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29">
    <w:name w:val="2AutoList29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29">
    <w:name w:val="3AutoList29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29">
    <w:name w:val="4AutoList2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29">
    <w:name w:val="5AutoList2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29">
    <w:name w:val="6AutoList2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29">
    <w:name w:val="7AutoList2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29">
    <w:name w:val="8AutoList2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28">
    <w:name w:val="1AutoList28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28">
    <w:name w:val="2AutoList28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28">
    <w:name w:val="3AutoList28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28">
    <w:name w:val="4AutoList2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28">
    <w:name w:val="5AutoList2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28">
    <w:name w:val="6AutoList2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28">
    <w:name w:val="7AutoList2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28">
    <w:name w:val="8AutoList2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27">
    <w:name w:val="1AutoList27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27">
    <w:name w:val="2AutoList27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27">
    <w:name w:val="3AutoList27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27">
    <w:name w:val="4AutoList2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27">
    <w:name w:val="5AutoList2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27">
    <w:name w:val="6AutoList2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27">
    <w:name w:val="7AutoList2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27">
    <w:name w:val="8AutoList2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Triangles">
    <w:name w:val="1Triangles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Triangles">
    <w:name w:val="2Triangles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Triangles">
    <w:name w:val="3Triangles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Triangles">
    <w:name w:val="4Triangles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Triangles">
    <w:name w:val="5Triangles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Triangles">
    <w:name w:val="6Triangles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Triangles">
    <w:name w:val="7Triangles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Triangles">
    <w:name w:val="8Triangles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25">
    <w:name w:val="1AutoList25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25">
    <w:name w:val="2AutoList25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25">
    <w:name w:val="3AutoList25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25">
    <w:name w:val="4AutoList2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25">
    <w:name w:val="5AutoList2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25">
    <w:name w:val="6AutoList2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25">
    <w:name w:val="7AutoList2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25">
    <w:name w:val="8AutoList2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24">
    <w:name w:val="1AutoList24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24">
    <w:name w:val="2AutoList24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24">
    <w:name w:val="3AutoList24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24">
    <w:name w:val="4AutoList2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24">
    <w:name w:val="5AutoList2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24">
    <w:name w:val="6AutoList2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24">
    <w:name w:val="7AutoList2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24">
    <w:name w:val="8AutoList2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22">
    <w:name w:val="1AutoList22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22">
    <w:name w:val="2AutoList22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22">
    <w:name w:val="3AutoList22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22">
    <w:name w:val="4AutoList2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22">
    <w:name w:val="5AutoList2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22">
    <w:name w:val="6AutoList2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22">
    <w:name w:val="7AutoList2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22">
    <w:name w:val="8AutoList2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21">
    <w:name w:val="1AutoList21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21">
    <w:name w:val="2AutoList21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21">
    <w:name w:val="3AutoList21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21">
    <w:name w:val="4AutoList2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21">
    <w:name w:val="5AutoList2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21">
    <w:name w:val="6AutoList2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21">
    <w:name w:val="7AutoList2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21">
    <w:name w:val="8AutoList2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20">
    <w:name w:val="1AutoList20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20">
    <w:name w:val="2AutoList20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20">
    <w:name w:val="3AutoList20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20">
    <w:name w:val="4AutoList2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20">
    <w:name w:val="5AutoList2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20">
    <w:name w:val="6AutoList2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20">
    <w:name w:val="7AutoList2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20">
    <w:name w:val="8AutoList2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9">
    <w:name w:val="1AutoList19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3AutoList19">
    <w:name w:val="3AutoList19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9">
    <w:name w:val="4AutoList1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9">
    <w:name w:val="5AutoList1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9">
    <w:name w:val="6AutoList1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9">
    <w:name w:val="7AutoList1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9">
    <w:name w:val="8AutoList1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8">
    <w:name w:val="1AutoList18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8">
    <w:name w:val="2AutoList18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8">
    <w:name w:val="3AutoList18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8">
    <w:name w:val="4AutoList1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8">
    <w:name w:val="5AutoList1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8">
    <w:name w:val="6AutoList1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8">
    <w:name w:val="7AutoList1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8">
    <w:name w:val="8AutoList1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7">
    <w:name w:val="1AutoList17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7">
    <w:name w:val="2AutoList17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7">
    <w:name w:val="3AutoList17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7">
    <w:name w:val="4AutoList1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7">
    <w:name w:val="5AutoList1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7">
    <w:name w:val="6AutoList1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7">
    <w:name w:val="7AutoList1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7">
    <w:name w:val="8AutoList1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6">
    <w:name w:val="1AutoList16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6">
    <w:name w:val="2AutoList16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6">
    <w:name w:val="3AutoList16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6">
    <w:name w:val="4AutoList1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6">
    <w:name w:val="5AutoList1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6">
    <w:name w:val="6AutoList1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6">
    <w:name w:val="7AutoList1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6">
    <w:name w:val="8AutoList1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5">
    <w:name w:val="1AutoList15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5">
    <w:name w:val="2AutoList15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5">
    <w:name w:val="3AutoList15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5">
    <w:name w:val="4AutoList1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5">
    <w:name w:val="5AutoList1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5">
    <w:name w:val="6AutoList1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5">
    <w:name w:val="7AutoList1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5">
    <w:name w:val="8AutoList1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66">
    <w:name w:val="1AutoList166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66">
    <w:name w:val="2AutoList166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66">
    <w:name w:val="3AutoList166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66">
    <w:name w:val="4AutoList16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66">
    <w:name w:val="5AutoList16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66">
    <w:name w:val="6AutoList16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66">
    <w:name w:val="7AutoList16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66">
    <w:name w:val="8AutoList166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67">
    <w:name w:val="1AutoList167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67">
    <w:name w:val="2AutoList167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67">
    <w:name w:val="3AutoList167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67">
    <w:name w:val="4AutoList16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67">
    <w:name w:val="5AutoList16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67">
    <w:name w:val="6AutoList16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67">
    <w:name w:val="7AutoList16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67">
    <w:name w:val="8AutoList16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3">
    <w:name w:val="1AutoList13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3">
    <w:name w:val="2AutoList13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3">
    <w:name w:val="3AutoList13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3">
    <w:name w:val="4AutoList1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3">
    <w:name w:val="5AutoList1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3">
    <w:name w:val="6AutoList1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3">
    <w:name w:val="7AutoList1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3">
    <w:name w:val="8AutoList1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2">
    <w:name w:val="1AutoList12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2">
    <w:name w:val="2AutoList12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2">
    <w:name w:val="3AutoList12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2">
    <w:name w:val="4AutoList1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2">
    <w:name w:val="5AutoList1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2">
    <w:name w:val="6AutoList1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2">
    <w:name w:val="7AutoList1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2">
    <w:name w:val="8AutoList1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1">
    <w:name w:val="1AutoList11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1">
    <w:name w:val="2AutoList11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1">
    <w:name w:val="3AutoList11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1">
    <w:name w:val="4AutoList1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1">
    <w:name w:val="5AutoList1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1">
    <w:name w:val="6AutoList1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1">
    <w:name w:val="7AutoList1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1">
    <w:name w:val="8AutoList1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0">
    <w:name w:val="1AutoList10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0">
    <w:name w:val="2AutoList10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0">
    <w:name w:val="3AutoList10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0">
    <w:name w:val="4AutoList1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0">
    <w:name w:val="5AutoList1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0">
    <w:name w:val="6AutoList1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0">
    <w:name w:val="7AutoList1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0">
    <w:name w:val="8AutoList10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9">
    <w:name w:val="1AutoList9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9">
    <w:name w:val="2AutoList9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9">
    <w:name w:val="3AutoList9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9">
    <w:name w:val="4AutoList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9">
    <w:name w:val="5AutoList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9">
    <w:name w:val="6AutoList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9">
    <w:name w:val="7AutoList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9">
    <w:name w:val="8AutoList9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8">
    <w:name w:val="1AutoList8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8">
    <w:name w:val="2AutoList8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8">
    <w:name w:val="3AutoList8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8">
    <w:name w:val="4AutoList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8">
    <w:name w:val="5AutoList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8">
    <w:name w:val="6AutoList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8">
    <w:name w:val="7AutoList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8">
    <w:name w:val="8AutoList8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7">
    <w:name w:val="1AutoList7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7">
    <w:name w:val="2AutoList7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7">
    <w:name w:val="3AutoList7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7">
    <w:name w:val="4AutoList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7">
    <w:name w:val="5AutoList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7">
    <w:name w:val="6AutoList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7">
    <w:name w:val="7AutoList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7">
    <w:name w:val="8AutoList7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4">
    <w:name w:val="1AutoList4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4">
    <w:name w:val="2AutoList4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4">
    <w:name w:val="3AutoList4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4">
    <w:name w:val="4AutoList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4">
    <w:name w:val="5AutoList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4">
    <w:name w:val="6AutoList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4">
    <w:name w:val="7AutoList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4">
    <w:name w:val="8AutoList4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3">
    <w:name w:val="1AutoList3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3">
    <w:name w:val="2AutoList3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3">
    <w:name w:val="3AutoList3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3">
    <w:name w:val="4AutoList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3">
    <w:name w:val="5AutoList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3">
    <w:name w:val="6AutoList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3">
    <w:name w:val="7AutoList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3">
    <w:name w:val="8AutoList3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1">
    <w:name w:val="1AutoList1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1">
    <w:name w:val="2AutoList1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1">
    <w:name w:val="3AutoList1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1">
    <w:name w:val="4AutoList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1">
    <w:name w:val="5AutoList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1">
    <w:name w:val="6AutoList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1">
    <w:name w:val="7AutoList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1">
    <w:name w:val="8AutoList1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5">
    <w:name w:val="1AutoList5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5">
    <w:name w:val="2AutoList5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5">
    <w:name w:val="3AutoList5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5">
    <w:name w:val="4AutoList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5">
    <w:name w:val="5AutoList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5">
    <w:name w:val="6AutoList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5">
    <w:name w:val="7AutoList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5">
    <w:name w:val="8AutoList5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AutoList2">
    <w:name w:val="1AutoList2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AutoList2">
    <w:name w:val="2AutoList2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AutoList2">
    <w:name w:val="3AutoList2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AutoList2">
    <w:name w:val="4AutoList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AutoList2">
    <w:name w:val="5AutoList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AutoList2">
    <w:name w:val="6AutoList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AutoList2">
    <w:name w:val="7AutoList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AutoList2">
    <w:name w:val="8AutoList2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BulletList">
    <w:name w:val="1Bullet List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2BulletList">
    <w:name w:val="2Bullet List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Courier" w:hAnsi="Courier"/>
      <w:sz w:val="24"/>
      <w:szCs w:val="24"/>
    </w:rPr>
  </w:style>
  <w:style w:type="paragraph" w:customStyle="1" w:styleId="3BulletList">
    <w:name w:val="3Bullet List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BulletList">
    <w:name w:val="4Bullet List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BulletList">
    <w:name w:val="5Bullet List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BulletList">
    <w:name w:val="6Bullet List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BulletList">
    <w:name w:val="7Bullet List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BulletList">
    <w:name w:val="8Bullet List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paragraph" w:customStyle="1" w:styleId="1Paragraph">
    <w:name w:val="1Paragraph"/>
    <w:semiHidden/>
    <w:rsid w:val="00472FC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1440"/>
      <w:jc w:val="both"/>
    </w:pPr>
    <w:rPr>
      <w:rFonts w:ascii="Courier" w:hAnsi="Courier"/>
      <w:sz w:val="24"/>
      <w:szCs w:val="24"/>
    </w:rPr>
  </w:style>
  <w:style w:type="paragraph" w:customStyle="1" w:styleId="3Paragraph">
    <w:name w:val="3Paragraph"/>
    <w:semiHidden/>
    <w:rsid w:val="00472FCF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Courier" w:hAnsi="Courier"/>
      <w:sz w:val="24"/>
      <w:szCs w:val="24"/>
    </w:rPr>
  </w:style>
  <w:style w:type="paragraph" w:customStyle="1" w:styleId="4Paragraph">
    <w:name w:val="4Paragraph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Courier" w:hAnsi="Courier"/>
      <w:sz w:val="24"/>
      <w:szCs w:val="24"/>
    </w:rPr>
  </w:style>
  <w:style w:type="paragraph" w:customStyle="1" w:styleId="5Paragraph">
    <w:name w:val="5Paragraph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Courier" w:hAnsi="Courier"/>
      <w:sz w:val="24"/>
      <w:szCs w:val="24"/>
    </w:rPr>
  </w:style>
  <w:style w:type="paragraph" w:customStyle="1" w:styleId="6Paragraph">
    <w:name w:val="6Paragraph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Courier" w:hAnsi="Courier"/>
      <w:sz w:val="24"/>
      <w:szCs w:val="24"/>
    </w:rPr>
  </w:style>
  <w:style w:type="paragraph" w:customStyle="1" w:styleId="7Paragraph">
    <w:name w:val="7Paragraph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Courier" w:hAnsi="Courier"/>
      <w:sz w:val="24"/>
      <w:szCs w:val="24"/>
    </w:rPr>
  </w:style>
  <w:style w:type="paragraph" w:customStyle="1" w:styleId="8Paragraph">
    <w:name w:val="8Paragraph"/>
    <w:semiHidden/>
    <w:rsid w:val="00472FC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Courier" w:hAnsi="Courier"/>
      <w:sz w:val="24"/>
      <w:szCs w:val="24"/>
    </w:rPr>
  </w:style>
  <w:style w:type="character" w:customStyle="1" w:styleId="DocInit">
    <w:name w:val="Doc Init"/>
    <w:semiHidden/>
    <w:rsid w:val="00472FCF"/>
  </w:style>
  <w:style w:type="character" w:customStyle="1" w:styleId="Bibliogrphy">
    <w:name w:val="Bibliogrphy"/>
    <w:semiHidden/>
    <w:rsid w:val="00472FCF"/>
  </w:style>
  <w:style w:type="paragraph" w:customStyle="1" w:styleId="1">
    <w:name w:val="1"/>
    <w:aliases w:val="2,3"/>
    <w:semiHidden/>
    <w:rsid w:val="00472FCF"/>
    <w:pPr>
      <w:widowControl w:val="0"/>
      <w:autoSpaceDE w:val="0"/>
      <w:autoSpaceDN w:val="0"/>
      <w:adjustRightInd w:val="0"/>
      <w:ind w:left="-1440"/>
    </w:pPr>
    <w:rPr>
      <w:rFonts w:ascii="Courier" w:hAnsi="Courier"/>
      <w:sz w:val="24"/>
      <w:szCs w:val="24"/>
    </w:rPr>
  </w:style>
  <w:style w:type="paragraph" w:customStyle="1" w:styleId="a">
    <w:name w:val="_"/>
    <w:semiHidden/>
    <w:rsid w:val="00472FCF"/>
    <w:pPr>
      <w:widowControl w:val="0"/>
      <w:autoSpaceDE w:val="0"/>
      <w:autoSpaceDN w:val="0"/>
      <w:adjustRightInd w:val="0"/>
      <w:ind w:left="-1440"/>
    </w:pPr>
    <w:rPr>
      <w:rFonts w:ascii="Courier" w:hAnsi="Courier"/>
      <w:sz w:val="24"/>
      <w:szCs w:val="24"/>
    </w:rPr>
  </w:style>
  <w:style w:type="paragraph" w:customStyle="1" w:styleId="2">
    <w:name w:val="_2"/>
    <w:semiHidden/>
    <w:rsid w:val="00472FCF"/>
    <w:pPr>
      <w:widowControl w:val="0"/>
      <w:autoSpaceDE w:val="0"/>
      <w:autoSpaceDN w:val="0"/>
      <w:adjustRightInd w:val="0"/>
      <w:ind w:left="720"/>
    </w:pPr>
    <w:rPr>
      <w:rFonts w:ascii="Courier" w:hAnsi="Courier"/>
      <w:sz w:val="24"/>
      <w:szCs w:val="24"/>
    </w:rPr>
  </w:style>
  <w:style w:type="paragraph" w:customStyle="1" w:styleId="10">
    <w:name w:val="_1"/>
    <w:semiHidden/>
    <w:rsid w:val="00472FCF"/>
    <w:pPr>
      <w:widowControl w:val="0"/>
      <w:autoSpaceDE w:val="0"/>
      <w:autoSpaceDN w:val="0"/>
      <w:adjustRightInd w:val="0"/>
      <w:ind w:left="-1440"/>
    </w:pPr>
    <w:rPr>
      <w:rFonts w:ascii="Courier" w:hAnsi="Courier"/>
      <w:sz w:val="24"/>
      <w:szCs w:val="24"/>
    </w:rPr>
  </w:style>
  <w:style w:type="paragraph" w:styleId="Footer">
    <w:name w:val="footer"/>
    <w:basedOn w:val="Normal"/>
    <w:rsid w:val="00472FCF"/>
    <w:pPr>
      <w:tabs>
        <w:tab w:val="center" w:pos="4320"/>
        <w:tab w:val="right" w:pos="8640"/>
      </w:tabs>
    </w:pPr>
    <w:rPr>
      <w:sz w:val="18"/>
    </w:rPr>
  </w:style>
  <w:style w:type="paragraph" w:styleId="Header">
    <w:name w:val="header"/>
    <w:basedOn w:val="Normal"/>
    <w:link w:val="HeaderChar"/>
    <w:uiPriority w:val="99"/>
    <w:rsid w:val="00472FCF"/>
    <w:pPr>
      <w:widowControl w:val="0"/>
      <w:pBdr>
        <w:bottom w:val="single" w:sz="6" w:space="1" w:color="auto"/>
      </w:pBdr>
      <w:tabs>
        <w:tab w:val="center" w:pos="4680"/>
        <w:tab w:val="right" w:pos="9360"/>
      </w:tabs>
      <w:jc w:val="left"/>
    </w:pPr>
    <w:rPr>
      <w:sz w:val="18"/>
      <w:szCs w:val="20"/>
    </w:rPr>
  </w:style>
  <w:style w:type="paragraph" w:styleId="BalloonText">
    <w:name w:val="Balloon Text"/>
    <w:basedOn w:val="Normal"/>
    <w:semiHidden/>
    <w:rsid w:val="00472FCF"/>
    <w:rPr>
      <w:rFonts w:ascii="Tahoma" w:hAnsi="Tahoma" w:cs="Tahoma"/>
      <w:sz w:val="16"/>
      <w:szCs w:val="16"/>
    </w:rPr>
  </w:style>
  <w:style w:type="paragraph" w:customStyle="1" w:styleId="Normaldraft">
    <w:name w:val="Normal draft"/>
    <w:basedOn w:val="Normal"/>
    <w:semiHidden/>
    <w:rsid w:val="00472FCF"/>
    <w:pPr>
      <w:spacing w:line="360" w:lineRule="atLeast"/>
    </w:pPr>
  </w:style>
  <w:style w:type="character" w:styleId="CommentReference">
    <w:name w:val="annotation reference"/>
    <w:basedOn w:val="DefaultParagraphFont"/>
    <w:semiHidden/>
    <w:rsid w:val="00472FCF"/>
    <w:rPr>
      <w:sz w:val="16"/>
      <w:szCs w:val="16"/>
    </w:rPr>
  </w:style>
  <w:style w:type="paragraph" w:styleId="CommentText">
    <w:name w:val="annotation text"/>
    <w:basedOn w:val="Normal"/>
    <w:semiHidden/>
    <w:rsid w:val="00472FC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72FCF"/>
    <w:rPr>
      <w:b/>
      <w:bCs/>
    </w:rPr>
  </w:style>
  <w:style w:type="paragraph" w:customStyle="1" w:styleId="StyleCaptionBlack">
    <w:name w:val="Style Caption + Black"/>
    <w:basedOn w:val="Normal"/>
    <w:semiHidden/>
    <w:rsid w:val="00472FCF"/>
    <w:pPr>
      <w:jc w:val="center"/>
    </w:pPr>
    <w:rPr>
      <w:bCs/>
      <w:color w:val="000000"/>
    </w:rPr>
  </w:style>
  <w:style w:type="character" w:customStyle="1" w:styleId="CaptionChar">
    <w:name w:val="Caption Char"/>
    <w:basedOn w:val="DefaultParagraphFont"/>
    <w:semiHidden/>
    <w:rsid w:val="00472FCF"/>
    <w:rPr>
      <w:rFonts w:cs="Arial"/>
      <w:b/>
      <w:sz w:val="24"/>
      <w:lang w:val="en-US" w:eastAsia="en-US" w:bidi="ar-SA"/>
    </w:rPr>
  </w:style>
  <w:style w:type="character" w:customStyle="1" w:styleId="StyleCaptionBlackChar">
    <w:name w:val="Style Caption + Black Char"/>
    <w:basedOn w:val="CaptionChar"/>
    <w:semiHidden/>
    <w:rsid w:val="00472FCF"/>
    <w:rPr>
      <w:rFonts w:cs="Arial"/>
      <w:b/>
      <w:bCs/>
      <w:color w:val="000000"/>
      <w:sz w:val="24"/>
      <w:lang w:val="en-US" w:eastAsia="en-US" w:bidi="ar-SA"/>
    </w:rPr>
  </w:style>
  <w:style w:type="paragraph" w:customStyle="1" w:styleId="StyleTimesNewRoman12ptAfter6pt">
    <w:name w:val="Style Times New Roman 12 pt After:  6 pt"/>
    <w:basedOn w:val="Normal"/>
    <w:semiHidden/>
    <w:rsid w:val="00472FCF"/>
    <w:rPr>
      <w:sz w:val="24"/>
    </w:rPr>
  </w:style>
  <w:style w:type="paragraph" w:styleId="TableofFigures">
    <w:name w:val="table of figures"/>
    <w:basedOn w:val="Normal"/>
    <w:next w:val="Normal"/>
    <w:autoRedefine/>
    <w:semiHidden/>
    <w:rsid w:val="00472FCF"/>
    <w:pPr>
      <w:tabs>
        <w:tab w:val="left" w:pos="1440"/>
        <w:tab w:val="right" w:pos="8928"/>
      </w:tabs>
      <w:spacing w:before="120" w:after="120"/>
      <w:ind w:left="907" w:right="648"/>
    </w:pPr>
  </w:style>
  <w:style w:type="paragraph" w:customStyle="1" w:styleId="CM71">
    <w:name w:val="CM71"/>
    <w:basedOn w:val="Normal"/>
    <w:next w:val="Normal"/>
    <w:semiHidden/>
    <w:rsid w:val="00472FCF"/>
    <w:pPr>
      <w:spacing w:after="280"/>
      <w:jc w:val="left"/>
    </w:pPr>
    <w:rPr>
      <w:sz w:val="24"/>
    </w:rPr>
  </w:style>
  <w:style w:type="paragraph" w:customStyle="1" w:styleId="CLEANNormal">
    <w:name w:val="CLEAN_Normal"/>
    <w:basedOn w:val="Normal"/>
    <w:semiHidden/>
    <w:rsid w:val="00472FCF"/>
    <w:pPr>
      <w:spacing w:line="360" w:lineRule="atLeast"/>
    </w:pPr>
    <w:rPr>
      <w:sz w:val="24"/>
    </w:rPr>
  </w:style>
  <w:style w:type="paragraph" w:styleId="DocumentMap">
    <w:name w:val="Document Map"/>
    <w:basedOn w:val="Normal"/>
    <w:semiHidden/>
    <w:rsid w:val="00472FCF"/>
    <w:pPr>
      <w:shd w:val="clear" w:color="auto" w:fill="000080"/>
    </w:pPr>
    <w:rPr>
      <w:rFonts w:ascii="Tahoma" w:hAnsi="Tahoma" w:cs="Tahoma"/>
    </w:rPr>
  </w:style>
  <w:style w:type="paragraph" w:customStyle="1" w:styleId="TOC-FigureTableHeading">
    <w:name w:val="TOC - Figure/Table Heading"/>
    <w:basedOn w:val="Normal"/>
    <w:next w:val="Normal"/>
    <w:semiHidden/>
    <w:rsid w:val="00472FCF"/>
    <w:pPr>
      <w:keepNext/>
      <w:keepLines/>
      <w:spacing w:before="240"/>
    </w:pPr>
  </w:style>
  <w:style w:type="paragraph" w:styleId="TOC5">
    <w:name w:val="toc 5"/>
    <w:basedOn w:val="Normal"/>
    <w:next w:val="Normal"/>
    <w:autoRedefine/>
    <w:semiHidden/>
    <w:rsid w:val="00472FCF"/>
    <w:pPr>
      <w:ind w:left="880"/>
    </w:pPr>
  </w:style>
  <w:style w:type="paragraph" w:styleId="TOC6">
    <w:name w:val="toc 6"/>
    <w:basedOn w:val="Normal"/>
    <w:next w:val="Normal"/>
    <w:autoRedefine/>
    <w:semiHidden/>
    <w:rsid w:val="00472FCF"/>
    <w:pPr>
      <w:ind w:left="1100"/>
    </w:pPr>
  </w:style>
  <w:style w:type="paragraph" w:styleId="TOC7">
    <w:name w:val="toc 7"/>
    <w:basedOn w:val="Normal"/>
    <w:next w:val="Normal"/>
    <w:autoRedefine/>
    <w:semiHidden/>
    <w:rsid w:val="00472FCF"/>
    <w:pPr>
      <w:ind w:left="1320"/>
    </w:pPr>
  </w:style>
  <w:style w:type="paragraph" w:styleId="TOC8">
    <w:name w:val="toc 8"/>
    <w:basedOn w:val="Normal"/>
    <w:next w:val="Normal"/>
    <w:autoRedefine/>
    <w:semiHidden/>
    <w:rsid w:val="00472FCF"/>
    <w:pPr>
      <w:ind w:left="1540"/>
    </w:pPr>
  </w:style>
  <w:style w:type="paragraph" w:styleId="TOC9">
    <w:name w:val="toc 9"/>
    <w:basedOn w:val="Normal"/>
    <w:next w:val="Normal"/>
    <w:autoRedefine/>
    <w:semiHidden/>
    <w:rsid w:val="00472FCF"/>
    <w:pPr>
      <w:numPr>
        <w:numId w:val="1"/>
      </w:numPr>
      <w:tabs>
        <w:tab w:val="clear" w:pos="1080"/>
      </w:tabs>
      <w:ind w:left="1760" w:firstLine="0"/>
    </w:pPr>
  </w:style>
  <w:style w:type="paragraph" w:customStyle="1" w:styleId="Caption-Table">
    <w:name w:val="Caption-Table"/>
    <w:basedOn w:val="Normal"/>
    <w:semiHidden/>
    <w:rsid w:val="00472FCF"/>
  </w:style>
  <w:style w:type="paragraph" w:styleId="Index1">
    <w:name w:val="index 1"/>
    <w:basedOn w:val="Normal"/>
    <w:next w:val="Normal"/>
    <w:autoRedefine/>
    <w:semiHidden/>
    <w:rsid w:val="00472FCF"/>
    <w:pPr>
      <w:ind w:left="220" w:hanging="220"/>
    </w:pPr>
  </w:style>
  <w:style w:type="character" w:styleId="Hyperlink">
    <w:name w:val="Hyperlink"/>
    <w:basedOn w:val="DefaultParagraphFont"/>
    <w:rsid w:val="00472FCF"/>
    <w:rPr>
      <w:color w:val="0000FF"/>
      <w:u w:val="single"/>
    </w:rPr>
  </w:style>
  <w:style w:type="paragraph" w:customStyle="1" w:styleId="TableHeading">
    <w:name w:val="Table Heading"/>
    <w:basedOn w:val="Tabletext"/>
    <w:rsid w:val="00472FCF"/>
    <w:pPr>
      <w:framePr w:hSpace="0" w:wrap="auto" w:vAnchor="margin" w:hAnchor="text" w:yAlign="inline"/>
      <w:jc w:val="center"/>
    </w:pPr>
    <w:rPr>
      <w:b/>
      <w:sz w:val="18"/>
    </w:rPr>
  </w:style>
  <w:style w:type="paragraph" w:customStyle="1" w:styleId="Tabletext">
    <w:name w:val="Table text"/>
    <w:basedOn w:val="Normal"/>
    <w:rsid w:val="00472FCF"/>
    <w:pPr>
      <w:framePr w:hSpace="180" w:wrap="around" w:vAnchor="text" w:hAnchor="margin" w:y="-41"/>
      <w:jc w:val="left"/>
    </w:pPr>
    <w:rPr>
      <w:sz w:val="16"/>
    </w:rPr>
  </w:style>
  <w:style w:type="character" w:customStyle="1" w:styleId="ReferenceTextChar">
    <w:name w:val="Reference Text Char"/>
    <w:basedOn w:val="DefaultParagraphFont"/>
    <w:link w:val="ReferenceText"/>
    <w:rsid w:val="00472FCF"/>
    <w:rPr>
      <w:color w:val="0000FF"/>
      <w:szCs w:val="24"/>
      <w:lang w:val="en-US" w:eastAsia="en-US" w:bidi="ar-SA"/>
    </w:rPr>
  </w:style>
  <w:style w:type="paragraph" w:customStyle="1" w:styleId="ReferenceText">
    <w:name w:val="Reference Text"/>
    <w:basedOn w:val="Normal"/>
    <w:link w:val="ReferenceTextChar"/>
    <w:rsid w:val="00472FCF"/>
    <w:pPr>
      <w:spacing w:after="120"/>
    </w:pPr>
    <w:rPr>
      <w:color w:val="0000FF"/>
      <w:sz w:val="20"/>
    </w:rPr>
  </w:style>
  <w:style w:type="paragraph" w:customStyle="1" w:styleId="InstructionalText">
    <w:name w:val="Instructional Text"/>
    <w:basedOn w:val="Normal"/>
    <w:link w:val="InstructionalTextChar"/>
    <w:rsid w:val="00472FCF"/>
    <w:rPr>
      <w:color w:val="008000"/>
      <w:sz w:val="20"/>
    </w:rPr>
  </w:style>
  <w:style w:type="character" w:customStyle="1" w:styleId="InstructionalTextChar">
    <w:name w:val="Instructional Text Char"/>
    <w:basedOn w:val="DefaultParagraphFont"/>
    <w:link w:val="InstructionalText"/>
    <w:rsid w:val="00472FCF"/>
    <w:rPr>
      <w:color w:val="008000"/>
      <w:szCs w:val="24"/>
      <w:lang w:val="en-US" w:eastAsia="en-US" w:bidi="ar-SA"/>
    </w:rPr>
  </w:style>
  <w:style w:type="paragraph" w:customStyle="1" w:styleId="CenteredHeading">
    <w:name w:val="Centered Heading"/>
    <w:basedOn w:val="Normal"/>
    <w:rsid w:val="00472FCF"/>
    <w:pPr>
      <w:spacing w:before="120" w:after="240"/>
      <w:jc w:val="center"/>
    </w:pPr>
    <w:rPr>
      <w:b/>
      <w:caps/>
      <w:sz w:val="24"/>
    </w:rPr>
  </w:style>
  <w:style w:type="paragraph" w:customStyle="1" w:styleId="AAText">
    <w:name w:val="A&amp;A Text"/>
    <w:basedOn w:val="Normal"/>
    <w:rsid w:val="00472FCF"/>
    <w:pPr>
      <w:tabs>
        <w:tab w:val="left" w:pos="2160"/>
      </w:tabs>
      <w:ind w:left="2160" w:hanging="2160"/>
    </w:pPr>
  </w:style>
  <w:style w:type="paragraph" w:customStyle="1" w:styleId="TableNotes">
    <w:name w:val="Table Notes"/>
    <w:basedOn w:val="Normal"/>
    <w:link w:val="TableNotesChar"/>
    <w:rsid w:val="00472FCF"/>
    <w:rPr>
      <w:sz w:val="16"/>
    </w:rPr>
  </w:style>
  <w:style w:type="character" w:customStyle="1" w:styleId="TableNotesChar">
    <w:name w:val="Table Notes Char"/>
    <w:basedOn w:val="DefaultParagraphFont"/>
    <w:link w:val="TableNotes"/>
    <w:rsid w:val="00472FCF"/>
    <w:rPr>
      <w:sz w:val="16"/>
      <w:szCs w:val="24"/>
      <w:lang w:val="en-US" w:eastAsia="en-US" w:bidi="ar-SA"/>
    </w:rPr>
  </w:style>
  <w:style w:type="paragraph" w:styleId="TOC1">
    <w:name w:val="toc 1"/>
    <w:basedOn w:val="Normal"/>
    <w:next w:val="Normal"/>
    <w:semiHidden/>
    <w:rsid w:val="00472FCF"/>
    <w:pPr>
      <w:spacing w:before="40" w:after="40"/>
    </w:pPr>
  </w:style>
  <w:style w:type="character" w:styleId="FollowedHyperlink">
    <w:name w:val="FollowedHyperlink"/>
    <w:basedOn w:val="DefaultParagraphFont"/>
    <w:rsid w:val="00472FCF"/>
    <w:rPr>
      <w:color w:val="800080"/>
      <w:u w:val="single"/>
    </w:rPr>
  </w:style>
  <w:style w:type="character" w:styleId="PageNumber">
    <w:name w:val="page number"/>
    <w:basedOn w:val="DefaultParagraphFont"/>
    <w:rsid w:val="00472FCF"/>
  </w:style>
  <w:style w:type="character" w:customStyle="1" w:styleId="HeaderChar">
    <w:name w:val="Header Char"/>
    <w:basedOn w:val="DefaultParagraphFont"/>
    <w:link w:val="Header"/>
    <w:uiPriority w:val="99"/>
    <w:rsid w:val="00E62347"/>
    <w:rPr>
      <w:sz w:val="18"/>
    </w:rPr>
  </w:style>
  <w:style w:type="table" w:styleId="TableGrid">
    <w:name w:val="Table Grid"/>
    <w:basedOn w:val="TableNormal"/>
    <w:rsid w:val="00DE6F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0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kristin.saboda\Desktop\WP_QAPP_Feb2008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WP_QAPP_Feb2008b.dot</Template>
  <TotalTime>13</TotalTime>
  <Pages>1</Pages>
  <Words>124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QAPP Worksheet #4, 7 &amp; 8: Personnel Qualifications and Sign-off Sheet</vt:lpstr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#4, 7 &amp; 8: Personnel Qualifications and Sign-off Sheet</dc:title>
  <dc:subject>This worksheet is used to identify key project personnel for each organization performing tasks defined in this QAPP.</dc:subject>
  <dc:creator>US EPA;US Department of Defense;US Department of Energy</dc:creator>
  <cp:keywords>role, education, experience, training, certifications</cp:keywords>
  <cp:lastModifiedBy>Kevin O'Donovan</cp:lastModifiedBy>
  <cp:revision>5</cp:revision>
  <cp:lastPrinted>2010-08-25T14:40:00Z</cp:lastPrinted>
  <dcterms:created xsi:type="dcterms:W3CDTF">2012-05-04T20:02:00Z</dcterms:created>
  <dcterms:modified xsi:type="dcterms:W3CDTF">2012-05-04T20:15:00Z</dcterms:modified>
</cp:coreProperties>
</file>